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24B15" w14:textId="77777777" w:rsidR="002375AF" w:rsidRDefault="002375AF" w:rsidP="002375A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4C74402" w14:textId="77777777" w:rsidR="002375AF" w:rsidRDefault="002375AF" w:rsidP="001C684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8909C6" w14:textId="77777777" w:rsidR="001C684F" w:rsidRPr="00D5658A" w:rsidRDefault="001C684F" w:rsidP="001C684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5658A">
        <w:rPr>
          <w:rFonts w:ascii="Corbel" w:hAnsi="Corbel"/>
          <w:b/>
          <w:smallCaps/>
          <w:sz w:val="24"/>
          <w:szCs w:val="24"/>
        </w:rPr>
        <w:t>SYLABUS</w:t>
      </w:r>
    </w:p>
    <w:p w14:paraId="7348ACF2" w14:textId="5C1D070D" w:rsidR="00537421" w:rsidRPr="00D5658A" w:rsidRDefault="00537421" w:rsidP="005374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5658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435243">
        <w:rPr>
          <w:rFonts w:ascii="Corbel" w:hAnsi="Corbel"/>
          <w:b/>
          <w:smallCaps/>
          <w:sz w:val="24"/>
          <w:szCs w:val="24"/>
        </w:rPr>
        <w:t>5</w:t>
      </w:r>
      <w:r>
        <w:rPr>
          <w:rFonts w:ascii="Corbel" w:hAnsi="Corbel"/>
          <w:b/>
          <w:smallCaps/>
          <w:sz w:val="24"/>
          <w:szCs w:val="24"/>
        </w:rPr>
        <w:t>-20</w:t>
      </w:r>
      <w:r w:rsidR="00435243">
        <w:rPr>
          <w:rFonts w:ascii="Corbel" w:hAnsi="Corbel"/>
          <w:b/>
          <w:smallCaps/>
          <w:sz w:val="24"/>
          <w:szCs w:val="24"/>
        </w:rPr>
        <w:t>30</w:t>
      </w:r>
    </w:p>
    <w:p w14:paraId="461FACB6" w14:textId="5A21A51D" w:rsidR="00537421" w:rsidRPr="00D5658A" w:rsidRDefault="00537421" w:rsidP="00537421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Rok akademicki   </w:t>
      </w:r>
      <w:r w:rsidRPr="00D5658A">
        <w:rPr>
          <w:rFonts w:ascii="Corbel" w:hAnsi="Corbel"/>
          <w:b/>
          <w:sz w:val="24"/>
          <w:szCs w:val="24"/>
        </w:rPr>
        <w:t>202</w:t>
      </w:r>
      <w:r w:rsidR="00435243">
        <w:rPr>
          <w:rFonts w:ascii="Corbel" w:hAnsi="Corbel"/>
          <w:b/>
          <w:sz w:val="24"/>
          <w:szCs w:val="24"/>
        </w:rPr>
        <w:t>9</w:t>
      </w:r>
      <w:r w:rsidRPr="00D5658A">
        <w:rPr>
          <w:rFonts w:ascii="Corbel" w:hAnsi="Corbel"/>
          <w:b/>
          <w:sz w:val="24"/>
          <w:szCs w:val="24"/>
        </w:rPr>
        <w:t>/20</w:t>
      </w:r>
      <w:r w:rsidR="00435243">
        <w:rPr>
          <w:rFonts w:ascii="Corbel" w:hAnsi="Corbel"/>
          <w:b/>
          <w:sz w:val="24"/>
          <w:szCs w:val="24"/>
        </w:rPr>
        <w:t>30</w:t>
      </w:r>
    </w:p>
    <w:p w14:paraId="48319211" w14:textId="77777777" w:rsidR="00445970" w:rsidRPr="00D5658A" w:rsidRDefault="00CD6897" w:rsidP="001C684F">
      <w:pPr>
        <w:spacing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b/>
          <w:bCs/>
          <w:sz w:val="24"/>
          <w:szCs w:val="24"/>
        </w:rPr>
        <w:tab/>
      </w:r>
      <w:r w:rsidRPr="00D5658A">
        <w:rPr>
          <w:rFonts w:ascii="Corbel" w:hAnsi="Corbel"/>
          <w:b/>
          <w:bCs/>
          <w:sz w:val="24"/>
          <w:szCs w:val="24"/>
        </w:rPr>
        <w:tab/>
      </w:r>
      <w:r w:rsidRPr="00D5658A">
        <w:rPr>
          <w:rFonts w:ascii="Corbel" w:hAnsi="Corbel"/>
          <w:b/>
          <w:bCs/>
          <w:sz w:val="24"/>
          <w:szCs w:val="24"/>
        </w:rPr>
        <w:tab/>
      </w:r>
      <w:r w:rsidRPr="00D5658A">
        <w:rPr>
          <w:rFonts w:ascii="Corbel" w:hAnsi="Corbel"/>
          <w:b/>
          <w:bCs/>
          <w:sz w:val="24"/>
          <w:szCs w:val="24"/>
        </w:rPr>
        <w:tab/>
      </w:r>
      <w:r w:rsidRPr="00D5658A">
        <w:rPr>
          <w:rFonts w:ascii="Corbel" w:hAnsi="Corbel"/>
          <w:b/>
          <w:bCs/>
          <w:sz w:val="24"/>
          <w:szCs w:val="24"/>
        </w:rPr>
        <w:tab/>
      </w:r>
      <w:r w:rsidRPr="00D5658A">
        <w:rPr>
          <w:rFonts w:ascii="Corbel" w:hAnsi="Corbel"/>
          <w:b/>
          <w:bCs/>
          <w:sz w:val="24"/>
          <w:szCs w:val="24"/>
        </w:rPr>
        <w:tab/>
      </w:r>
    </w:p>
    <w:p w14:paraId="30BD68BF" w14:textId="77777777" w:rsidR="0085747A" w:rsidRPr="00D5658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6847AB" w14:textId="77777777" w:rsidR="0085747A" w:rsidRPr="00D5658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658A">
        <w:rPr>
          <w:rFonts w:ascii="Corbel" w:hAnsi="Corbel"/>
          <w:szCs w:val="24"/>
        </w:rPr>
        <w:t xml:space="preserve">1. </w:t>
      </w:r>
      <w:r w:rsidR="0085747A" w:rsidRPr="00D5658A">
        <w:rPr>
          <w:rFonts w:ascii="Corbel" w:hAnsi="Corbel"/>
          <w:szCs w:val="24"/>
        </w:rPr>
        <w:t xml:space="preserve">Podstawowe </w:t>
      </w:r>
      <w:r w:rsidR="00445970" w:rsidRPr="00D5658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5658A" w14:paraId="029CC32D" w14:textId="77777777" w:rsidTr="00B819C8">
        <w:tc>
          <w:tcPr>
            <w:tcW w:w="2694" w:type="dxa"/>
            <w:vAlign w:val="center"/>
          </w:tcPr>
          <w:p w14:paraId="5492549F" w14:textId="77777777" w:rsidR="0085747A" w:rsidRPr="00D5658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C52803" w14:textId="77777777" w:rsidR="0085747A" w:rsidRPr="00D5658A" w:rsidRDefault="00F665DF" w:rsidP="000F45A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8A0F00" w:rsidRPr="00D5658A">
              <w:rPr>
                <w:rFonts w:ascii="Corbel" w:hAnsi="Corbel"/>
                <w:sz w:val="24"/>
                <w:szCs w:val="24"/>
              </w:rPr>
              <w:t>eksualność osób z niepełnosprawnościami</w:t>
            </w:r>
          </w:p>
        </w:tc>
      </w:tr>
      <w:tr w:rsidR="001C684F" w:rsidRPr="00D5658A" w14:paraId="041B2B33" w14:textId="77777777" w:rsidTr="00B819C8">
        <w:tc>
          <w:tcPr>
            <w:tcW w:w="2694" w:type="dxa"/>
            <w:vAlign w:val="center"/>
          </w:tcPr>
          <w:p w14:paraId="52F83EC8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88D69A9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C684F" w:rsidRPr="00D5658A" w14:paraId="24197D22" w14:textId="77777777" w:rsidTr="00B819C8">
        <w:tc>
          <w:tcPr>
            <w:tcW w:w="2694" w:type="dxa"/>
            <w:vAlign w:val="center"/>
          </w:tcPr>
          <w:p w14:paraId="2154FCDA" w14:textId="77777777" w:rsidR="001C684F" w:rsidRPr="00D5658A" w:rsidRDefault="001C684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74E8F2" w14:textId="7290CDFE" w:rsidR="001C684F" w:rsidRPr="00D5658A" w:rsidRDefault="00565D36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5D3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C684F" w:rsidRPr="00D5658A" w14:paraId="513FBFA2" w14:textId="77777777" w:rsidTr="00B819C8">
        <w:tc>
          <w:tcPr>
            <w:tcW w:w="2694" w:type="dxa"/>
            <w:vAlign w:val="center"/>
          </w:tcPr>
          <w:p w14:paraId="00E24671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4FC4D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C684F" w:rsidRPr="00D5658A" w14:paraId="17DEF5D8" w14:textId="77777777" w:rsidTr="00B819C8">
        <w:tc>
          <w:tcPr>
            <w:tcW w:w="2694" w:type="dxa"/>
            <w:vAlign w:val="center"/>
          </w:tcPr>
          <w:p w14:paraId="15A78EE4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217DAB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C684F" w:rsidRPr="00D5658A" w14:paraId="46B8CD80" w14:textId="77777777" w:rsidTr="00B819C8">
        <w:tc>
          <w:tcPr>
            <w:tcW w:w="2694" w:type="dxa"/>
            <w:vAlign w:val="center"/>
          </w:tcPr>
          <w:p w14:paraId="5F8A2873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3E9A78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C684F" w:rsidRPr="00D5658A" w14:paraId="333A3931" w14:textId="77777777" w:rsidTr="00B819C8">
        <w:tc>
          <w:tcPr>
            <w:tcW w:w="2694" w:type="dxa"/>
            <w:vAlign w:val="center"/>
          </w:tcPr>
          <w:p w14:paraId="3AB09485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3E972C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C684F" w:rsidRPr="00D5658A" w14:paraId="38247E99" w14:textId="77777777" w:rsidTr="00B819C8">
        <w:tc>
          <w:tcPr>
            <w:tcW w:w="2694" w:type="dxa"/>
            <w:vAlign w:val="center"/>
          </w:tcPr>
          <w:p w14:paraId="5BB0EE35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AF4631" w14:textId="7FA6716B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3524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1C684F" w:rsidRPr="00D5658A" w14:paraId="21525063" w14:textId="77777777" w:rsidTr="00B819C8">
        <w:tc>
          <w:tcPr>
            <w:tcW w:w="2694" w:type="dxa"/>
            <w:vAlign w:val="center"/>
          </w:tcPr>
          <w:p w14:paraId="6B198148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C818EDB" w14:textId="77777777" w:rsidR="001C684F" w:rsidRPr="00D5658A" w:rsidRDefault="001C68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V  rok, 9 semestr</w:t>
            </w:r>
          </w:p>
        </w:tc>
      </w:tr>
      <w:tr w:rsidR="001C684F" w:rsidRPr="00D5658A" w14:paraId="0290DB3A" w14:textId="77777777" w:rsidTr="00B819C8">
        <w:tc>
          <w:tcPr>
            <w:tcW w:w="2694" w:type="dxa"/>
            <w:vAlign w:val="center"/>
          </w:tcPr>
          <w:p w14:paraId="6DE29DDC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CEEE18" w14:textId="77777777" w:rsidR="001C684F" w:rsidRPr="00D5658A" w:rsidRDefault="001C684F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1C684F" w:rsidRPr="00D5658A" w14:paraId="2F7ED14C" w14:textId="77777777" w:rsidTr="00B819C8">
        <w:tc>
          <w:tcPr>
            <w:tcW w:w="2694" w:type="dxa"/>
            <w:vAlign w:val="center"/>
          </w:tcPr>
          <w:p w14:paraId="0A36DEA5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08179D" w14:textId="77777777" w:rsidR="001C684F" w:rsidRPr="00D5658A" w:rsidRDefault="001C684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658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C684F" w:rsidRPr="00D5658A" w14:paraId="43D1F91F" w14:textId="77777777" w:rsidTr="00B819C8">
        <w:tc>
          <w:tcPr>
            <w:tcW w:w="2694" w:type="dxa"/>
            <w:vAlign w:val="center"/>
          </w:tcPr>
          <w:p w14:paraId="2F301120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0DBB29" w14:textId="77777777" w:rsidR="001C684F" w:rsidRPr="00D5658A" w:rsidRDefault="00FA1820" w:rsidP="00FA182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1C684F" w:rsidRPr="00D5658A" w14:paraId="62455F17" w14:textId="77777777" w:rsidTr="00B819C8">
        <w:tc>
          <w:tcPr>
            <w:tcW w:w="2694" w:type="dxa"/>
            <w:vAlign w:val="center"/>
          </w:tcPr>
          <w:p w14:paraId="694F034F" w14:textId="77777777" w:rsidR="001C684F" w:rsidRPr="00D5658A" w:rsidRDefault="001C684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EE0DE" w14:textId="6C099F72" w:rsidR="001C684F" w:rsidRPr="00D5658A" w:rsidRDefault="00435243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FA1820">
              <w:rPr>
                <w:rFonts w:ascii="Corbel" w:hAnsi="Corbel"/>
                <w:b w:val="0"/>
                <w:color w:val="auto"/>
                <w:sz w:val="24"/>
                <w:szCs w:val="24"/>
              </w:rPr>
              <w:t>r Maria Łukaszek</w:t>
            </w:r>
          </w:p>
        </w:tc>
      </w:tr>
    </w:tbl>
    <w:p w14:paraId="1A5DE946" w14:textId="77777777" w:rsidR="0085747A" w:rsidRPr="00D5658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* </w:t>
      </w:r>
      <w:r w:rsidRPr="00D5658A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D5658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658A">
        <w:rPr>
          <w:rFonts w:ascii="Corbel" w:hAnsi="Corbel"/>
          <w:b w:val="0"/>
          <w:sz w:val="24"/>
          <w:szCs w:val="24"/>
        </w:rPr>
        <w:t>e,</w:t>
      </w:r>
      <w:r w:rsidRPr="00D5658A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D5658A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D5658A">
        <w:rPr>
          <w:rFonts w:ascii="Corbel" w:hAnsi="Corbel"/>
          <w:b w:val="0"/>
          <w:i/>
          <w:sz w:val="24"/>
          <w:szCs w:val="24"/>
        </w:rPr>
        <w:t>w Jednostce</w:t>
      </w:r>
    </w:p>
    <w:p w14:paraId="1FCAD5D5" w14:textId="77777777" w:rsidR="00923D7D" w:rsidRPr="00D5658A" w:rsidRDefault="0085747A" w:rsidP="001C684F">
      <w:pPr>
        <w:pStyle w:val="Podpunkty"/>
        <w:ind w:left="284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>1.</w:t>
      </w:r>
      <w:r w:rsidR="00E22FBC" w:rsidRPr="00D5658A">
        <w:rPr>
          <w:rFonts w:ascii="Corbel" w:hAnsi="Corbel"/>
          <w:sz w:val="24"/>
          <w:szCs w:val="24"/>
        </w:rPr>
        <w:t>1</w:t>
      </w:r>
      <w:r w:rsidRPr="00D5658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D5658A" w14:paraId="38F6C13F" w14:textId="77777777" w:rsidTr="001C684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1715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Semestr</w:t>
            </w:r>
          </w:p>
          <w:p w14:paraId="3DD45E24" w14:textId="77777777" w:rsidR="00015B8F" w:rsidRPr="00D5658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(</w:t>
            </w:r>
            <w:r w:rsidR="00363F78" w:rsidRPr="00D5658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58EE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Wykł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C71BD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19E1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Konw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1ABC0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A483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Sem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2588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BA7B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658A">
              <w:rPr>
                <w:rFonts w:ascii="Corbel" w:hAnsi="Corbel"/>
                <w:szCs w:val="24"/>
              </w:rPr>
              <w:t>Prakt</w:t>
            </w:r>
            <w:proofErr w:type="spellEnd"/>
            <w:r w:rsidRPr="00D5658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E610" w14:textId="77777777" w:rsidR="00015B8F" w:rsidRPr="00D5658A" w:rsidRDefault="001C684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658A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C46F" w14:textId="77777777" w:rsidR="00015B8F" w:rsidRPr="00D5658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658A">
              <w:rPr>
                <w:rFonts w:ascii="Corbel" w:hAnsi="Corbel"/>
                <w:b/>
                <w:szCs w:val="24"/>
              </w:rPr>
              <w:t>Liczba pkt</w:t>
            </w:r>
            <w:r w:rsidR="00B90885" w:rsidRPr="00D5658A">
              <w:rPr>
                <w:rFonts w:ascii="Corbel" w:hAnsi="Corbel"/>
                <w:b/>
                <w:szCs w:val="24"/>
              </w:rPr>
              <w:t>.</w:t>
            </w:r>
            <w:r w:rsidRPr="00D5658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658A" w14:paraId="261919B5" w14:textId="77777777" w:rsidTr="001C684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6F71" w14:textId="77777777" w:rsidR="00015B8F" w:rsidRPr="00D5658A" w:rsidRDefault="00850D00" w:rsidP="001C68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2EEC" w14:textId="72B24401" w:rsidR="00015B8F" w:rsidRPr="00D5658A" w:rsidRDefault="00000D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EABA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B6FD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E473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CFC4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70B0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EBA7" w14:textId="77777777" w:rsidR="00015B8F" w:rsidRPr="00D5658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025BB" w14:textId="68EBA145" w:rsidR="00015B8F" w:rsidRPr="00D5658A" w:rsidRDefault="00000D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5C63" w14:textId="77777777" w:rsidR="00015B8F" w:rsidRPr="00D5658A" w:rsidRDefault="00850D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BFC0321" w14:textId="77777777" w:rsidR="00923D7D" w:rsidRPr="00D5658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E10E2AD" w14:textId="77777777" w:rsidR="0085747A" w:rsidRPr="00D5658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>1.</w:t>
      </w:r>
      <w:r w:rsidR="00E22FBC" w:rsidRPr="00D5658A">
        <w:rPr>
          <w:rFonts w:ascii="Corbel" w:hAnsi="Corbel"/>
          <w:smallCaps w:val="0"/>
          <w:szCs w:val="24"/>
        </w:rPr>
        <w:t>2</w:t>
      </w:r>
      <w:r w:rsidR="00F83B28" w:rsidRPr="00D5658A">
        <w:rPr>
          <w:rFonts w:ascii="Corbel" w:hAnsi="Corbel"/>
          <w:smallCaps w:val="0"/>
          <w:szCs w:val="24"/>
        </w:rPr>
        <w:t>.</w:t>
      </w:r>
      <w:r w:rsidR="00F83B28" w:rsidRPr="00D5658A">
        <w:rPr>
          <w:rFonts w:ascii="Corbel" w:hAnsi="Corbel"/>
          <w:smallCaps w:val="0"/>
          <w:szCs w:val="24"/>
        </w:rPr>
        <w:tab/>
      </w:r>
      <w:r w:rsidRPr="00D5658A">
        <w:rPr>
          <w:rFonts w:ascii="Corbel" w:hAnsi="Corbel"/>
          <w:smallCaps w:val="0"/>
          <w:szCs w:val="24"/>
        </w:rPr>
        <w:t xml:space="preserve">Sposób realizacji zajęć  </w:t>
      </w:r>
    </w:p>
    <w:p w14:paraId="68D4F0F2" w14:textId="77777777" w:rsidR="001C684F" w:rsidRPr="00D5658A" w:rsidRDefault="001C684F" w:rsidP="001C684F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5658A">
        <w:rPr>
          <w:rFonts w:ascii="Corbel" w:eastAsia="MS Gothic" w:hAnsi="Corbel"/>
          <w:b w:val="0"/>
          <w:szCs w:val="24"/>
        </w:rPr>
        <w:sym w:font="Wingdings" w:char="F078"/>
      </w:r>
      <w:r w:rsidRPr="00D5658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C2C558C" w14:textId="77777777" w:rsidR="0085747A" w:rsidRPr="00D5658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658A">
        <w:rPr>
          <w:rFonts w:ascii="MS Gothic" w:eastAsia="MS Gothic" w:hAnsi="MS Gothic" w:cs="MS Gothic" w:hint="eastAsia"/>
          <w:b w:val="0"/>
          <w:szCs w:val="24"/>
        </w:rPr>
        <w:t>☐</w:t>
      </w:r>
      <w:r w:rsidRPr="00D565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DAA955" w14:textId="77777777" w:rsidR="0085747A" w:rsidRPr="00D5658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B09" w14:textId="77777777" w:rsidR="00E22FBC" w:rsidRPr="00D5658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1.3 </w:t>
      </w:r>
      <w:r w:rsidR="00F83B28" w:rsidRPr="00D5658A">
        <w:rPr>
          <w:rFonts w:ascii="Corbel" w:hAnsi="Corbel"/>
          <w:smallCaps w:val="0"/>
          <w:szCs w:val="24"/>
        </w:rPr>
        <w:tab/>
      </w:r>
      <w:r w:rsidRPr="00D5658A">
        <w:rPr>
          <w:rFonts w:ascii="Corbel" w:hAnsi="Corbel"/>
          <w:smallCaps w:val="0"/>
          <w:szCs w:val="24"/>
        </w:rPr>
        <w:t>For</w:t>
      </w:r>
      <w:r w:rsidR="00445970" w:rsidRPr="00D5658A">
        <w:rPr>
          <w:rFonts w:ascii="Corbel" w:hAnsi="Corbel"/>
          <w:smallCaps w:val="0"/>
          <w:szCs w:val="24"/>
        </w:rPr>
        <w:t xml:space="preserve">ma zaliczenia przedmiotu </w:t>
      </w:r>
      <w:r w:rsidRPr="00D5658A">
        <w:rPr>
          <w:rFonts w:ascii="Corbel" w:hAnsi="Corbel"/>
          <w:smallCaps w:val="0"/>
          <w:szCs w:val="24"/>
        </w:rPr>
        <w:t xml:space="preserve"> (z toku) </w:t>
      </w:r>
      <w:r w:rsidRPr="00D565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DD1D75" w14:textId="77777777" w:rsidR="009C54AE" w:rsidRPr="00D5658A" w:rsidRDefault="001C684F" w:rsidP="001C684F">
      <w:pPr>
        <w:spacing w:after="0"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wykład: zaliczenie bez oceny</w:t>
      </w:r>
    </w:p>
    <w:p w14:paraId="05BFEEA5" w14:textId="77777777" w:rsidR="001C684F" w:rsidRPr="00D5658A" w:rsidRDefault="001C684F" w:rsidP="001C684F">
      <w:pPr>
        <w:spacing w:after="0" w:line="240" w:lineRule="auto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warsztaty: zaliczenie z oceną</w:t>
      </w:r>
    </w:p>
    <w:p w14:paraId="2F32DAF4" w14:textId="77777777" w:rsidR="001F31B0" w:rsidRPr="00D5658A" w:rsidRDefault="001C684F" w:rsidP="001C684F">
      <w:pPr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ab/>
        <w:t>całość przedmiotu: egzamin</w:t>
      </w:r>
    </w:p>
    <w:p w14:paraId="4D068028" w14:textId="77777777" w:rsidR="00E960BB" w:rsidRPr="00D5658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658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658A" w14:paraId="0458DDC8" w14:textId="77777777" w:rsidTr="00745302">
        <w:tc>
          <w:tcPr>
            <w:tcW w:w="9670" w:type="dxa"/>
          </w:tcPr>
          <w:p w14:paraId="0D6F5D3E" w14:textId="77777777" w:rsidR="0085747A" w:rsidRPr="00D5658A" w:rsidRDefault="003D6CE8" w:rsidP="001C684F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1C684F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</w:p>
        </w:tc>
      </w:tr>
    </w:tbl>
    <w:p w14:paraId="6040F55B" w14:textId="77777777" w:rsidR="00352033" w:rsidRPr="00D5658A" w:rsidRDefault="00352033" w:rsidP="009C54AE">
      <w:pPr>
        <w:pStyle w:val="Punktygwne"/>
        <w:spacing w:before="0" w:after="0"/>
        <w:rPr>
          <w:rFonts w:ascii="Corbel" w:hAnsi="Corbel"/>
          <w:szCs w:val="24"/>
        </w:rPr>
        <w:sectPr w:rsidR="00352033" w:rsidRPr="00D5658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7118AA3" w14:textId="77777777" w:rsidR="0085747A" w:rsidRPr="00D5658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658A">
        <w:rPr>
          <w:rFonts w:ascii="Corbel" w:hAnsi="Corbel"/>
          <w:szCs w:val="24"/>
        </w:rPr>
        <w:lastRenderedPageBreak/>
        <w:t>3.</w:t>
      </w:r>
      <w:r w:rsidR="00A84C85" w:rsidRPr="00D5658A">
        <w:rPr>
          <w:rFonts w:ascii="Corbel" w:hAnsi="Corbel"/>
          <w:szCs w:val="24"/>
        </w:rPr>
        <w:t>cele, efekty uczenia się</w:t>
      </w:r>
      <w:r w:rsidR="0085747A" w:rsidRPr="00D5658A">
        <w:rPr>
          <w:rFonts w:ascii="Corbel" w:hAnsi="Corbel"/>
          <w:szCs w:val="24"/>
        </w:rPr>
        <w:t xml:space="preserve"> , treści Programowe i stosowane metody Dydaktyczne</w:t>
      </w:r>
    </w:p>
    <w:p w14:paraId="37005C3E" w14:textId="77777777" w:rsidR="0085747A" w:rsidRPr="00D5658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DF85E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3.1 </w:t>
      </w:r>
      <w:r w:rsidR="00C05F44" w:rsidRPr="00D5658A">
        <w:rPr>
          <w:rFonts w:ascii="Corbel" w:hAnsi="Corbel"/>
          <w:sz w:val="24"/>
          <w:szCs w:val="24"/>
        </w:rPr>
        <w:t>Cele przedmiotu</w:t>
      </w:r>
    </w:p>
    <w:p w14:paraId="511FA390" w14:textId="77777777" w:rsidR="001E7807" w:rsidRDefault="001E7807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E7807" w:rsidRPr="006433C5" w14:paraId="2F18CDF7" w14:textId="77777777" w:rsidTr="004B3066">
        <w:tc>
          <w:tcPr>
            <w:tcW w:w="851" w:type="dxa"/>
            <w:vAlign w:val="center"/>
          </w:tcPr>
          <w:p w14:paraId="45D2A633" w14:textId="77777777" w:rsidR="001E7807" w:rsidRPr="006433C5" w:rsidRDefault="001E7807" w:rsidP="004B3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3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3ED908" w14:textId="77777777" w:rsidR="001E7807" w:rsidRPr="006433C5" w:rsidRDefault="001E7807" w:rsidP="002A25C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 xml:space="preserve">Zapoznanie z </w:t>
            </w:r>
            <w:proofErr w:type="spellStart"/>
            <w:r w:rsidR="00BD77DF" w:rsidRPr="006433C5">
              <w:rPr>
                <w:rFonts w:ascii="Corbel" w:hAnsi="Corbel"/>
                <w:sz w:val="24"/>
                <w:szCs w:val="24"/>
              </w:rPr>
              <w:t>anatomiczo</w:t>
            </w:r>
            <w:proofErr w:type="spellEnd"/>
            <w:r w:rsidR="00BD77DF" w:rsidRPr="006433C5">
              <w:rPr>
                <w:rFonts w:ascii="Corbel" w:hAnsi="Corbel"/>
                <w:sz w:val="24"/>
                <w:szCs w:val="24"/>
              </w:rPr>
              <w:t xml:space="preserve">-fizjologicznymi i psychospołecznymi </w:t>
            </w:r>
            <w:r w:rsidR="00467990" w:rsidRPr="006433C5">
              <w:rPr>
                <w:rFonts w:ascii="Corbel" w:hAnsi="Corbel"/>
                <w:sz w:val="24"/>
                <w:szCs w:val="24"/>
              </w:rPr>
              <w:t xml:space="preserve"> uwarunkowania</w:t>
            </w:r>
            <w:r w:rsidR="00BD77DF" w:rsidRPr="006433C5">
              <w:rPr>
                <w:rFonts w:ascii="Corbel" w:hAnsi="Corbel"/>
                <w:sz w:val="24"/>
                <w:szCs w:val="24"/>
              </w:rPr>
              <w:t>mi</w:t>
            </w:r>
            <w:r w:rsidR="00467990" w:rsidRPr="006433C5">
              <w:rPr>
                <w:rFonts w:ascii="Corbel" w:hAnsi="Corbel"/>
                <w:sz w:val="24"/>
                <w:szCs w:val="24"/>
              </w:rPr>
              <w:t xml:space="preserve"> funkcjonowania seksualnego osób z niepełnosprawnością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727B" w:rsidRPr="006433C5" w14:paraId="4FC126CD" w14:textId="77777777" w:rsidTr="004B3066">
        <w:tc>
          <w:tcPr>
            <w:tcW w:w="851" w:type="dxa"/>
            <w:vAlign w:val="center"/>
          </w:tcPr>
          <w:p w14:paraId="65A25033" w14:textId="77777777" w:rsidR="0002727B" w:rsidRPr="006433C5" w:rsidRDefault="0002727B" w:rsidP="004B306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EEB9BB5" w14:textId="77777777" w:rsidR="0002727B" w:rsidRPr="006433C5" w:rsidRDefault="0002727B" w:rsidP="002A25C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 xml:space="preserve">Zaznajomienie z przebiegiem i </w:t>
            </w:r>
            <w:r w:rsidR="00904CFC" w:rsidRPr="006433C5">
              <w:rPr>
                <w:rFonts w:ascii="Corbel" w:hAnsi="Corbel"/>
                <w:sz w:val="24"/>
                <w:szCs w:val="24"/>
              </w:rPr>
              <w:t xml:space="preserve">barierami </w:t>
            </w:r>
            <w:r w:rsidRPr="006433C5">
              <w:rPr>
                <w:rFonts w:ascii="Corbel" w:hAnsi="Corbel"/>
                <w:sz w:val="24"/>
                <w:szCs w:val="24"/>
              </w:rPr>
              <w:t xml:space="preserve">rozwoju psychoseksualnego osób </w:t>
            </w:r>
            <w:r w:rsidR="002A25C3" w:rsidRPr="006433C5">
              <w:rPr>
                <w:rFonts w:ascii="Corbel" w:hAnsi="Corbel"/>
                <w:sz w:val="24"/>
                <w:szCs w:val="24"/>
              </w:rPr>
              <w:br/>
            </w:r>
            <w:r w:rsidRPr="006433C5">
              <w:rPr>
                <w:rFonts w:ascii="Corbel" w:hAnsi="Corbel"/>
                <w:sz w:val="24"/>
                <w:szCs w:val="24"/>
              </w:rPr>
              <w:t>z niepełnosprawnością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727B" w:rsidRPr="006433C5" w14:paraId="0B811B20" w14:textId="77777777" w:rsidTr="004B3066">
        <w:tc>
          <w:tcPr>
            <w:tcW w:w="851" w:type="dxa"/>
            <w:vAlign w:val="center"/>
          </w:tcPr>
          <w:p w14:paraId="3FFA5B38" w14:textId="77777777" w:rsidR="0002727B" w:rsidRPr="006433C5" w:rsidRDefault="0002727B" w:rsidP="004B3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3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8A3788" w14:textId="77777777" w:rsidR="0002727B" w:rsidRPr="006433C5" w:rsidRDefault="0002727B" w:rsidP="002A25C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>Zaznajomienie z problemami i możliwościami wsparcia pomyślnego realizowania przez osoby z niepełnosprawnością ról małżeńskich/partnerskich i rodzicielskich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  <w:r w:rsidRPr="006433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2727B" w:rsidRPr="006433C5" w14:paraId="058A35DE" w14:textId="77777777" w:rsidTr="004B3066">
        <w:tc>
          <w:tcPr>
            <w:tcW w:w="851" w:type="dxa"/>
            <w:vAlign w:val="center"/>
          </w:tcPr>
          <w:p w14:paraId="72FA4F60" w14:textId="77777777" w:rsidR="0002727B" w:rsidRPr="006433C5" w:rsidRDefault="0002727B" w:rsidP="004B3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3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7C401EA" w14:textId="77777777" w:rsidR="0002727B" w:rsidRPr="006433C5" w:rsidRDefault="0002727B" w:rsidP="0070213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 xml:space="preserve">Zapoznanie z postawami społecznymi dotyczącymi seksualności osób </w:t>
            </w:r>
            <w:r w:rsidR="00A909F5" w:rsidRPr="006433C5">
              <w:rPr>
                <w:rFonts w:ascii="Corbel" w:hAnsi="Corbel"/>
                <w:sz w:val="24"/>
                <w:szCs w:val="24"/>
              </w:rPr>
              <w:br/>
            </w:r>
            <w:r w:rsidRPr="006433C5">
              <w:rPr>
                <w:rFonts w:ascii="Corbel" w:hAnsi="Corbel"/>
                <w:sz w:val="24"/>
                <w:szCs w:val="24"/>
              </w:rPr>
              <w:t xml:space="preserve">z niepełnosprawnością; zwiększenie </w:t>
            </w:r>
            <w:r w:rsidR="00702131" w:rsidRPr="006433C5">
              <w:rPr>
                <w:rFonts w:ascii="Corbel" w:hAnsi="Corbel"/>
                <w:sz w:val="24"/>
                <w:szCs w:val="24"/>
              </w:rPr>
              <w:t>świadomości funkcjonujących stereotypów  społecznych</w:t>
            </w:r>
            <w:r w:rsidR="001B400B" w:rsidRPr="006433C5">
              <w:rPr>
                <w:rFonts w:ascii="Corbel" w:hAnsi="Corbel"/>
                <w:sz w:val="24"/>
                <w:szCs w:val="24"/>
              </w:rPr>
              <w:t xml:space="preserve"> oraz</w:t>
            </w:r>
            <w:r w:rsidR="00702131" w:rsidRPr="006433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3C5">
              <w:rPr>
                <w:rFonts w:ascii="Corbel" w:hAnsi="Corbel"/>
                <w:sz w:val="24"/>
                <w:szCs w:val="24"/>
              </w:rPr>
              <w:t xml:space="preserve">motywacji do </w:t>
            </w:r>
            <w:r w:rsidR="001B400B" w:rsidRPr="006433C5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6433C5">
              <w:rPr>
                <w:rFonts w:ascii="Corbel" w:hAnsi="Corbel"/>
                <w:sz w:val="24"/>
                <w:szCs w:val="24"/>
              </w:rPr>
              <w:t>weryfikowania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  <w:r w:rsidRPr="006433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2727B" w:rsidRPr="006433C5" w14:paraId="4651FA2D" w14:textId="77777777" w:rsidTr="004B3066">
        <w:tc>
          <w:tcPr>
            <w:tcW w:w="851" w:type="dxa"/>
            <w:vAlign w:val="center"/>
          </w:tcPr>
          <w:p w14:paraId="2241408B" w14:textId="77777777" w:rsidR="0002727B" w:rsidRPr="006433C5" w:rsidRDefault="0002727B" w:rsidP="004B3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3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C55E57E" w14:textId="77777777" w:rsidR="0002727B" w:rsidRPr="006433C5" w:rsidRDefault="0002727B" w:rsidP="002A25C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>Przygotowanie do podejmowania efektywnych działań w zakresie edukacji seksualnej osób z niepełnosprawnością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7807" w:rsidRPr="00B169DF" w14:paraId="6CFD375D" w14:textId="77777777" w:rsidTr="004B3066">
        <w:tc>
          <w:tcPr>
            <w:tcW w:w="851" w:type="dxa"/>
            <w:vAlign w:val="center"/>
          </w:tcPr>
          <w:p w14:paraId="51F75D4C" w14:textId="77777777" w:rsidR="001E7807" w:rsidRPr="006433C5" w:rsidRDefault="001E7807" w:rsidP="004B306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3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2727B" w:rsidRPr="006433C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19C31B5B" w14:textId="77777777" w:rsidR="001E7807" w:rsidRPr="006433C5" w:rsidRDefault="001E7807" w:rsidP="002A25C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433C5">
              <w:rPr>
                <w:rFonts w:ascii="Corbel" w:hAnsi="Corbel"/>
                <w:sz w:val="24"/>
                <w:szCs w:val="24"/>
              </w:rPr>
              <w:t xml:space="preserve">Wzmocnienie gotowości do pracy </w:t>
            </w:r>
            <w:r w:rsidR="00634E3F" w:rsidRPr="006433C5">
              <w:rPr>
                <w:rFonts w:ascii="Corbel" w:hAnsi="Corbel"/>
                <w:sz w:val="24"/>
                <w:szCs w:val="24"/>
              </w:rPr>
              <w:t xml:space="preserve">pedagogicznej </w:t>
            </w:r>
            <w:r w:rsidR="00B621E7" w:rsidRPr="006433C5">
              <w:rPr>
                <w:rFonts w:ascii="Corbel" w:hAnsi="Corbel"/>
                <w:sz w:val="24"/>
                <w:szCs w:val="24"/>
              </w:rPr>
              <w:t xml:space="preserve">(z osobami z niepełnosprawnością oraz ich rodzicami, opiekunami i wychowawcami) </w:t>
            </w:r>
            <w:r w:rsidR="00E102A2" w:rsidRPr="006433C5">
              <w:rPr>
                <w:rFonts w:ascii="Corbel" w:hAnsi="Corbel"/>
                <w:sz w:val="24"/>
                <w:szCs w:val="24"/>
              </w:rPr>
              <w:t xml:space="preserve">w zakresie wspierania zdrowia seksualnego </w:t>
            </w:r>
            <w:r w:rsidR="007B17D1" w:rsidRPr="006433C5">
              <w:rPr>
                <w:rFonts w:ascii="Corbel" w:hAnsi="Corbel"/>
                <w:sz w:val="24"/>
                <w:szCs w:val="24"/>
              </w:rPr>
              <w:t>osób z niepełnosprawnością</w:t>
            </w:r>
            <w:r w:rsidR="006433C5">
              <w:rPr>
                <w:rFonts w:ascii="Corbel" w:hAnsi="Corbel"/>
                <w:sz w:val="24"/>
                <w:szCs w:val="24"/>
              </w:rPr>
              <w:t>.</w:t>
            </w:r>
            <w:r w:rsidR="007B17D1" w:rsidRPr="006433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941EBA9" w14:textId="77777777" w:rsidR="001E7807" w:rsidRPr="00D5658A" w:rsidRDefault="001E7807" w:rsidP="009C54AE">
      <w:pPr>
        <w:pStyle w:val="Podpunkty"/>
        <w:rPr>
          <w:rFonts w:ascii="Corbel" w:hAnsi="Corbel"/>
          <w:sz w:val="24"/>
          <w:szCs w:val="24"/>
        </w:rPr>
      </w:pPr>
    </w:p>
    <w:p w14:paraId="00FA9C6C" w14:textId="77777777"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4F8F89" w14:textId="77777777" w:rsidR="001D7B54" w:rsidRPr="00D5658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b/>
          <w:sz w:val="24"/>
          <w:szCs w:val="24"/>
        </w:rPr>
        <w:t xml:space="preserve">3.2 </w:t>
      </w:r>
      <w:r w:rsidR="001D7B54" w:rsidRPr="00D5658A">
        <w:rPr>
          <w:rFonts w:ascii="Corbel" w:hAnsi="Corbel"/>
          <w:b/>
          <w:sz w:val="24"/>
          <w:szCs w:val="24"/>
        </w:rPr>
        <w:t xml:space="preserve">Efekty </w:t>
      </w:r>
      <w:r w:rsidR="00C05F44" w:rsidRPr="00D5658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658A">
        <w:rPr>
          <w:rFonts w:ascii="Corbel" w:hAnsi="Corbel"/>
          <w:b/>
          <w:sz w:val="24"/>
          <w:szCs w:val="24"/>
        </w:rPr>
        <w:t>dla przedmiotu</w:t>
      </w:r>
    </w:p>
    <w:p w14:paraId="6C424C5E" w14:textId="77777777" w:rsidR="001D7B54" w:rsidRPr="00D5658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983"/>
      </w:tblGrid>
      <w:tr w:rsidR="0085747A" w:rsidRPr="00D5658A" w14:paraId="4C4EE78A" w14:textId="77777777" w:rsidTr="0042091F">
        <w:tc>
          <w:tcPr>
            <w:tcW w:w="1675" w:type="dxa"/>
            <w:vAlign w:val="center"/>
          </w:tcPr>
          <w:p w14:paraId="46789012" w14:textId="77777777" w:rsidR="0085747A" w:rsidRPr="00D5658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658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658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1A3BE393" w14:textId="77777777" w:rsidR="0085747A" w:rsidRPr="00D565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3" w:type="dxa"/>
            <w:vAlign w:val="center"/>
          </w:tcPr>
          <w:p w14:paraId="06963A80" w14:textId="77777777" w:rsidR="0085747A" w:rsidRPr="00D5658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565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91F" w:rsidRPr="00D5658A" w14:paraId="50E76CB2" w14:textId="77777777" w:rsidTr="0042091F">
        <w:tc>
          <w:tcPr>
            <w:tcW w:w="1675" w:type="dxa"/>
            <w:vAlign w:val="center"/>
          </w:tcPr>
          <w:p w14:paraId="0A1564F7" w14:textId="77777777" w:rsidR="0042091F" w:rsidRPr="00D5658A" w:rsidRDefault="004209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1CF044F" w14:textId="77777777" w:rsidR="0042091F" w:rsidRPr="00D5658A" w:rsidRDefault="0042091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3" w:type="dxa"/>
            <w:vAlign w:val="center"/>
          </w:tcPr>
          <w:p w14:paraId="2DE54DD3" w14:textId="77777777" w:rsidR="0042091F" w:rsidRPr="00D5658A" w:rsidRDefault="0042091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5658A" w14:paraId="307A70C6" w14:textId="77777777" w:rsidTr="00D51CFE">
        <w:tc>
          <w:tcPr>
            <w:tcW w:w="1675" w:type="dxa"/>
            <w:vAlign w:val="center"/>
          </w:tcPr>
          <w:p w14:paraId="5941C8B9" w14:textId="77777777" w:rsidR="0085747A" w:rsidRPr="00D5658A" w:rsidRDefault="0085747A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65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4BBE35CD" w14:textId="77777777" w:rsidR="00112982" w:rsidRPr="00D5658A" w:rsidRDefault="00112982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22D615" w14:textId="77777777" w:rsidR="00112982" w:rsidRPr="00D5658A" w:rsidRDefault="00112982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7BD0F3" w14:textId="77777777" w:rsidR="003E2D83" w:rsidRPr="00D5658A" w:rsidRDefault="003E2D83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30BD4A4" w14:textId="77777777" w:rsidR="005224A8" w:rsidRPr="00D5658A" w:rsidRDefault="00641CA9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historyczne, biologiczne, psychologiczne podstawy tego procesu w kontekście rozwoju seksualnego</w:t>
            </w:r>
          </w:p>
        </w:tc>
        <w:tc>
          <w:tcPr>
            <w:tcW w:w="1983" w:type="dxa"/>
            <w:vAlign w:val="center"/>
          </w:tcPr>
          <w:p w14:paraId="37E973AA" w14:textId="77777777" w:rsidR="00641CA9" w:rsidRPr="00D5658A" w:rsidRDefault="00641CA9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</w:t>
            </w:r>
            <w:r w:rsidR="0042091F" w:rsidRPr="00D5658A">
              <w:rPr>
                <w:rFonts w:ascii="Corbel" w:hAnsi="Corbel"/>
                <w:sz w:val="24"/>
                <w:szCs w:val="24"/>
              </w:rPr>
              <w:t>.</w:t>
            </w:r>
          </w:p>
          <w:p w14:paraId="120723AB" w14:textId="77777777" w:rsidR="003E2D83" w:rsidRPr="00D5658A" w:rsidRDefault="003E2D83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F0019B" w14:textId="77777777" w:rsidR="00112982" w:rsidRPr="00D5658A" w:rsidRDefault="00112982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0D12F3EE" w14:textId="77777777" w:rsidTr="00D51CFE">
        <w:tc>
          <w:tcPr>
            <w:tcW w:w="1675" w:type="dxa"/>
            <w:vAlign w:val="center"/>
          </w:tcPr>
          <w:p w14:paraId="6445311F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4D7A6042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6ACB9054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uporządkowaną wiedzę o strukturze i funkcjach systemu rehabilitacji społecznej osób niepełnosprawnych, zna wybrane rozwiązania z zakresu rehabilitacji osób niepełnosprawnych w kontekście rozwoju seksualnego</w:t>
            </w:r>
          </w:p>
        </w:tc>
        <w:tc>
          <w:tcPr>
            <w:tcW w:w="1983" w:type="dxa"/>
            <w:vAlign w:val="center"/>
          </w:tcPr>
          <w:p w14:paraId="1E6CC3E1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14:paraId="4DA34ECD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468D1000" w14:textId="77777777" w:rsidTr="00D51CFE">
        <w:tc>
          <w:tcPr>
            <w:tcW w:w="1675" w:type="dxa"/>
            <w:vAlign w:val="center"/>
          </w:tcPr>
          <w:p w14:paraId="2B24A2B1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  <w:vAlign w:val="center"/>
          </w:tcPr>
          <w:p w14:paraId="378220BD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Wie jak przebiega rozwój psychoseksualny osób niepełnosprawnych</w:t>
            </w:r>
          </w:p>
        </w:tc>
        <w:tc>
          <w:tcPr>
            <w:tcW w:w="1983" w:type="dxa"/>
            <w:vAlign w:val="center"/>
          </w:tcPr>
          <w:p w14:paraId="162ED498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D9E8E35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14:paraId="66C24990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169E7286" w14:textId="77777777" w:rsidTr="00D51CFE">
        <w:tc>
          <w:tcPr>
            <w:tcW w:w="1675" w:type="dxa"/>
            <w:vAlign w:val="center"/>
          </w:tcPr>
          <w:p w14:paraId="2CAB9F0D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F018166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7CE116E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Wie i zna sposoby oceny zachowań seksualnych w oparciu o kryteria normy seksuologicznej</w:t>
            </w:r>
          </w:p>
        </w:tc>
        <w:tc>
          <w:tcPr>
            <w:tcW w:w="1983" w:type="dxa"/>
            <w:vAlign w:val="center"/>
          </w:tcPr>
          <w:p w14:paraId="077F679B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PS.W2.</w:t>
            </w:r>
          </w:p>
          <w:p w14:paraId="3DB65317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7C2426BC" w14:textId="77777777" w:rsidTr="00D51CFE">
        <w:tc>
          <w:tcPr>
            <w:tcW w:w="1675" w:type="dxa"/>
            <w:vAlign w:val="center"/>
          </w:tcPr>
          <w:p w14:paraId="579C3800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1F1D301E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3DCBB9C1" w14:textId="77777777" w:rsidR="0042091F" w:rsidRPr="00D5658A" w:rsidRDefault="00BD77D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</w:t>
            </w:r>
            <w:r w:rsidR="0042091F" w:rsidRPr="00D5658A">
              <w:rPr>
                <w:rFonts w:ascii="Corbel" w:hAnsi="Corbel"/>
                <w:b w:val="0"/>
                <w:smallCaps w:val="0"/>
                <w:szCs w:val="24"/>
              </w:rPr>
              <w:t>prawnie posługiwać się wybranymi ujęciami teoretycznymi w celu analizowania podejmowanych działań z zakresu rehabilitacji społecznej osób niepełnosprawnych szczególnie w aspekcie rehabilitacji seksualnej tych osób</w:t>
            </w:r>
          </w:p>
        </w:tc>
        <w:tc>
          <w:tcPr>
            <w:tcW w:w="1983" w:type="dxa"/>
            <w:vAlign w:val="center"/>
          </w:tcPr>
          <w:p w14:paraId="4BA1E632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14:paraId="1D08F823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1F97A940" w14:textId="77777777" w:rsidTr="00D51CFE">
        <w:tc>
          <w:tcPr>
            <w:tcW w:w="1675" w:type="dxa"/>
            <w:vAlign w:val="center"/>
          </w:tcPr>
          <w:p w14:paraId="11EEFA34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lastRenderedPageBreak/>
              <w:t>EK_06</w:t>
            </w:r>
          </w:p>
          <w:p w14:paraId="180152C4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5D0F3B0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pogłębione umiejętności obserwowania, diagnozowania i racjonalnego oceniania przebiegu procesu rehabilitacji seksualnej osób niepełnosprawnych</w:t>
            </w:r>
          </w:p>
        </w:tc>
        <w:tc>
          <w:tcPr>
            <w:tcW w:w="1983" w:type="dxa"/>
            <w:vAlign w:val="center"/>
          </w:tcPr>
          <w:p w14:paraId="3C21492E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14:paraId="640143EC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44B19B97" w14:textId="77777777" w:rsidTr="00D51CFE">
        <w:tc>
          <w:tcPr>
            <w:tcW w:w="1675" w:type="dxa"/>
            <w:vAlign w:val="center"/>
          </w:tcPr>
          <w:p w14:paraId="1844C109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EK_07</w:t>
            </w:r>
          </w:p>
          <w:p w14:paraId="20AE465F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58CE64A8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Konstruuje rozwiązania sprzyjające skutecznej rehabilitacji społecznej w tym seksualnej  prognozuje ich przebieg oraz przewiduje skutki planowanych działań</w:t>
            </w:r>
          </w:p>
        </w:tc>
        <w:tc>
          <w:tcPr>
            <w:tcW w:w="1983" w:type="dxa"/>
            <w:vAlign w:val="center"/>
          </w:tcPr>
          <w:p w14:paraId="00F85913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PS.U1.</w:t>
            </w:r>
          </w:p>
          <w:p w14:paraId="527DF1C9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2091F" w:rsidRPr="00D5658A" w14:paraId="2585D3E0" w14:textId="77777777" w:rsidTr="00D51CFE">
        <w:tc>
          <w:tcPr>
            <w:tcW w:w="1675" w:type="dxa"/>
            <w:vAlign w:val="center"/>
          </w:tcPr>
          <w:p w14:paraId="6CAAC08D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EK_08</w:t>
            </w:r>
          </w:p>
          <w:p w14:paraId="6DA9D31C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714DCF9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Ma świadomość poziomu swojej wiedzy i umiejętności, rozumie potrzebę ciągłego doskonalenia się,</w:t>
            </w:r>
          </w:p>
        </w:tc>
        <w:tc>
          <w:tcPr>
            <w:tcW w:w="1983" w:type="dxa"/>
            <w:vAlign w:val="center"/>
          </w:tcPr>
          <w:p w14:paraId="666E0369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  <w:tr w:rsidR="0042091F" w:rsidRPr="00D5658A" w14:paraId="38A48CF1" w14:textId="77777777" w:rsidTr="00D51CFE">
        <w:tc>
          <w:tcPr>
            <w:tcW w:w="1675" w:type="dxa"/>
            <w:vAlign w:val="center"/>
          </w:tcPr>
          <w:p w14:paraId="1A1DEE1A" w14:textId="77777777" w:rsidR="0042091F" w:rsidRPr="00D5658A" w:rsidRDefault="0042091F" w:rsidP="00D51C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981" w:type="dxa"/>
            <w:vAlign w:val="center"/>
          </w:tcPr>
          <w:p w14:paraId="094417FE" w14:textId="77777777" w:rsidR="0042091F" w:rsidRPr="00D5658A" w:rsidRDefault="0042091F" w:rsidP="00D51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Docenia znaczenie wiedzy i umiejętności praktycznych zdobytych podczas zajęć w czasie pracy pedagogicznej.</w:t>
            </w:r>
          </w:p>
        </w:tc>
        <w:tc>
          <w:tcPr>
            <w:tcW w:w="1983" w:type="dxa"/>
            <w:vAlign w:val="center"/>
          </w:tcPr>
          <w:p w14:paraId="145915C3" w14:textId="77777777" w:rsidR="0042091F" w:rsidRPr="00D5658A" w:rsidRDefault="0042091F" w:rsidP="00D51CF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14:paraId="1BBFCEBF" w14:textId="77777777"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B3D05" w14:textId="77777777" w:rsidR="00352033" w:rsidRPr="00D5658A" w:rsidRDefault="0035203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510B52B" w14:textId="77777777" w:rsidR="00D51CFE" w:rsidRPr="00D5658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658A">
        <w:rPr>
          <w:rFonts w:ascii="Corbel" w:hAnsi="Corbel"/>
          <w:b/>
          <w:sz w:val="24"/>
          <w:szCs w:val="24"/>
        </w:rPr>
        <w:t>3.3</w:t>
      </w:r>
      <w:r w:rsidR="0085747A" w:rsidRPr="00D5658A">
        <w:rPr>
          <w:rFonts w:ascii="Corbel" w:hAnsi="Corbel"/>
          <w:b/>
          <w:sz w:val="24"/>
          <w:szCs w:val="24"/>
        </w:rPr>
        <w:t>T</w:t>
      </w:r>
      <w:r w:rsidR="001D7B54" w:rsidRPr="00D5658A">
        <w:rPr>
          <w:rFonts w:ascii="Corbel" w:hAnsi="Corbel"/>
          <w:b/>
          <w:sz w:val="24"/>
          <w:szCs w:val="24"/>
        </w:rPr>
        <w:t xml:space="preserve">reści programowe </w:t>
      </w:r>
    </w:p>
    <w:p w14:paraId="5D030FFB" w14:textId="77777777" w:rsidR="0085747A" w:rsidRPr="00D5658A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88F676" w14:textId="77777777" w:rsidR="0085747A" w:rsidRPr="00D5658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 xml:space="preserve">Problematyka wykładu </w:t>
      </w:r>
    </w:p>
    <w:p w14:paraId="7663E461" w14:textId="77777777" w:rsidR="00675843" w:rsidRPr="00D5658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51CFE" w:rsidRPr="00D5658A" w14:paraId="5B1C7F73" w14:textId="77777777" w:rsidTr="00103AA3">
        <w:tc>
          <w:tcPr>
            <w:tcW w:w="9628" w:type="dxa"/>
          </w:tcPr>
          <w:p w14:paraId="713D636F" w14:textId="77777777" w:rsidR="00D51CFE" w:rsidRPr="00D5658A" w:rsidRDefault="00D51CFE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Treści merytoryczne: </w:t>
            </w:r>
          </w:p>
        </w:tc>
      </w:tr>
      <w:tr w:rsidR="00103AA3" w:rsidRPr="00D5658A" w14:paraId="2503330F" w14:textId="77777777" w:rsidTr="00103AA3">
        <w:tc>
          <w:tcPr>
            <w:tcW w:w="9628" w:type="dxa"/>
          </w:tcPr>
          <w:p w14:paraId="6F524ECB" w14:textId="77777777" w:rsidR="001B400B" w:rsidRDefault="001B400B" w:rsidP="001B400B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</w:p>
          <w:p w14:paraId="43A5B0CA" w14:textId="77777777" w:rsidR="00BB172D" w:rsidRPr="005C5ED7" w:rsidRDefault="00CD5EE2" w:rsidP="001B400B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Tematyka wykładów:</w:t>
            </w:r>
          </w:p>
          <w:p w14:paraId="467C16B7" w14:textId="77777777" w:rsidR="00BB172D" w:rsidRPr="005C5ED7" w:rsidRDefault="00BB172D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Społeczeństwo wobec seksualności osób z niepełnosprawnością</w:t>
            </w:r>
          </w:p>
          <w:p w14:paraId="21804273" w14:textId="77777777" w:rsidR="00BB172D" w:rsidRPr="005C5ED7" w:rsidRDefault="002C1AAC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C5ED7">
              <w:rPr>
                <w:rFonts w:ascii="Corbel" w:hAnsi="Corbel"/>
                <w:sz w:val="24"/>
                <w:szCs w:val="24"/>
              </w:rPr>
              <w:t>Anatomi</w:t>
            </w:r>
            <w:r w:rsidR="00845B8C" w:rsidRPr="005C5ED7">
              <w:rPr>
                <w:rFonts w:ascii="Corbel" w:hAnsi="Corbel"/>
                <w:sz w:val="24"/>
                <w:szCs w:val="24"/>
              </w:rPr>
              <w:t>czo</w:t>
            </w:r>
            <w:proofErr w:type="spellEnd"/>
            <w:r w:rsidR="00845B8C" w:rsidRPr="005C5ED7">
              <w:rPr>
                <w:rFonts w:ascii="Corbel" w:hAnsi="Corbel"/>
                <w:sz w:val="24"/>
                <w:szCs w:val="24"/>
              </w:rPr>
              <w:t>-fizjologiczne uwarunkowania</w:t>
            </w:r>
            <w:r w:rsidR="00467990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C5ED7">
              <w:rPr>
                <w:rFonts w:ascii="Corbel" w:hAnsi="Corbel"/>
                <w:sz w:val="24"/>
                <w:szCs w:val="24"/>
              </w:rPr>
              <w:t xml:space="preserve">funkcjonowania seksualnego osób </w:t>
            </w:r>
            <w:r w:rsidR="00845B8C" w:rsidRPr="005C5ED7">
              <w:rPr>
                <w:rFonts w:ascii="Corbel" w:hAnsi="Corbel"/>
                <w:sz w:val="24"/>
                <w:szCs w:val="24"/>
              </w:rPr>
              <w:br/>
            </w:r>
            <w:r w:rsidRPr="005C5ED7">
              <w:rPr>
                <w:rFonts w:ascii="Corbel" w:hAnsi="Corbel"/>
                <w:sz w:val="24"/>
                <w:szCs w:val="24"/>
              </w:rPr>
              <w:t>z niepełnosprawnością</w:t>
            </w:r>
          </w:p>
          <w:p w14:paraId="5081F2B2" w14:textId="77777777" w:rsidR="002C1AAC" w:rsidRPr="005C5ED7" w:rsidRDefault="002C1AAC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Psychospołeczne uwarunkowania funkcjonowania seksualnego osób z niepełnosprawnością</w:t>
            </w:r>
          </w:p>
          <w:p w14:paraId="244863FE" w14:textId="77777777" w:rsidR="002C1AAC" w:rsidRPr="005C5ED7" w:rsidRDefault="008B4754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Potrzeby seksualne i wymiary aktywności seksualnej osób z różnymi </w:t>
            </w:r>
            <w:r w:rsidR="00C64F82" w:rsidRPr="005C5ED7">
              <w:rPr>
                <w:rFonts w:ascii="Corbel" w:hAnsi="Corbel"/>
                <w:sz w:val="24"/>
                <w:szCs w:val="24"/>
              </w:rPr>
              <w:t>niepełnosprawnościami</w:t>
            </w:r>
          </w:p>
          <w:p w14:paraId="0830CC23" w14:textId="77777777" w:rsidR="00C64F82" w:rsidRPr="005C5ED7" w:rsidRDefault="00C64F82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Osoby z niepełnosprawnością w roli </w:t>
            </w:r>
            <w:r w:rsidR="00E84921" w:rsidRPr="005C5ED7">
              <w:rPr>
                <w:rFonts w:ascii="Corbel" w:hAnsi="Corbel"/>
                <w:sz w:val="24"/>
                <w:szCs w:val="24"/>
              </w:rPr>
              <w:t>małżonków/</w:t>
            </w:r>
            <w:r w:rsidRPr="005C5ED7">
              <w:rPr>
                <w:rFonts w:ascii="Corbel" w:hAnsi="Corbel"/>
                <w:sz w:val="24"/>
                <w:szCs w:val="24"/>
              </w:rPr>
              <w:t xml:space="preserve">partnerów w </w:t>
            </w:r>
            <w:r w:rsidR="00E84921" w:rsidRPr="005C5ED7">
              <w:rPr>
                <w:rFonts w:ascii="Corbel" w:hAnsi="Corbel"/>
                <w:sz w:val="24"/>
                <w:szCs w:val="24"/>
              </w:rPr>
              <w:t xml:space="preserve">stałych </w:t>
            </w:r>
            <w:r w:rsidRPr="005C5ED7">
              <w:rPr>
                <w:rFonts w:ascii="Corbel" w:hAnsi="Corbel"/>
                <w:sz w:val="24"/>
                <w:szCs w:val="24"/>
              </w:rPr>
              <w:t>związkach intymnych</w:t>
            </w:r>
          </w:p>
          <w:p w14:paraId="53140B6B" w14:textId="77777777" w:rsidR="00C64F82" w:rsidRPr="005C5ED7" w:rsidRDefault="00E84921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Osoby z niepełnosprawnością w roli rodziców</w:t>
            </w:r>
          </w:p>
          <w:p w14:paraId="4306E442" w14:textId="77777777" w:rsidR="002260FF" w:rsidRPr="005C5ED7" w:rsidRDefault="002260FF" w:rsidP="001B400B">
            <w:pPr>
              <w:pStyle w:val="Akapitzlist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Osoby z niepełnosprawnością jako ofiary przemocy seksualnej w różnych środowiskach </w:t>
            </w:r>
            <w:r w:rsidR="000A15F9" w:rsidRPr="005C5ED7">
              <w:rPr>
                <w:rFonts w:ascii="Corbel" w:hAnsi="Corbel"/>
                <w:sz w:val="24"/>
                <w:szCs w:val="24"/>
              </w:rPr>
              <w:t xml:space="preserve">socjalizacyjnych </w:t>
            </w:r>
          </w:p>
          <w:p w14:paraId="7A6F9064" w14:textId="77777777" w:rsidR="00850D00" w:rsidRPr="00D5658A" w:rsidRDefault="00850D00" w:rsidP="00461B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6CA7B21" w14:textId="77777777" w:rsidR="0085747A" w:rsidRPr="00D5658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E248B4" w14:textId="77777777" w:rsidR="000E0D41" w:rsidRPr="00D5658A" w:rsidRDefault="000E0D41" w:rsidP="000E0D41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D5658A">
        <w:rPr>
          <w:rFonts w:ascii="Corbel" w:hAnsi="Corbel"/>
          <w:sz w:val="24"/>
          <w:szCs w:val="24"/>
        </w:rPr>
        <w:t>B. Problematyka warsztatów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0E0D41" w:rsidRPr="00D5658A" w14:paraId="767EC878" w14:textId="77777777" w:rsidTr="000E0D41">
        <w:tc>
          <w:tcPr>
            <w:tcW w:w="9746" w:type="dxa"/>
          </w:tcPr>
          <w:p w14:paraId="240BDF35" w14:textId="77777777" w:rsidR="000E0D41" w:rsidRPr="00D5658A" w:rsidRDefault="000E0D41" w:rsidP="000E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E0D41" w:rsidRPr="00D5658A" w14:paraId="4A4168B4" w14:textId="77777777" w:rsidTr="000E0D41">
        <w:tc>
          <w:tcPr>
            <w:tcW w:w="9746" w:type="dxa"/>
          </w:tcPr>
          <w:p w14:paraId="78DDAA16" w14:textId="77777777" w:rsidR="00066381" w:rsidRDefault="00066381" w:rsidP="000663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AD30FFE" w14:textId="77777777" w:rsidR="00066381" w:rsidRPr="005C5ED7" w:rsidRDefault="00066381" w:rsidP="0006638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Treści warsztatów:</w:t>
            </w:r>
          </w:p>
          <w:p w14:paraId="3E1962CF" w14:textId="77777777" w:rsidR="0070750B" w:rsidRPr="005C5ED7" w:rsidRDefault="0070750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Niepełnosprawność a prawa seksualne człowieka</w:t>
            </w:r>
          </w:p>
          <w:p w14:paraId="6EF06973" w14:textId="77777777" w:rsidR="0070750B" w:rsidRPr="005C5ED7" w:rsidRDefault="0070750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Postawy rodziców/opiekunów  wobec seksualności dziecka z niepełnosprawnością </w:t>
            </w:r>
          </w:p>
          <w:p w14:paraId="180A6135" w14:textId="77777777" w:rsidR="0070750B" w:rsidRPr="005C5ED7" w:rsidRDefault="0070750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>Poradnictwo dla rodziców/opiekunów osób z niepełnosprawnością w zakresie problematyki rozwoju psychoseksualnego</w:t>
            </w:r>
          </w:p>
          <w:p w14:paraId="613FEE9E" w14:textId="77777777" w:rsidR="00D264AB" w:rsidRPr="005C5ED7" w:rsidRDefault="00D264A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Style w:val="value"/>
                <w:rFonts w:ascii="Corbel" w:hAnsi="Corbel"/>
                <w:sz w:val="24"/>
                <w:szCs w:val="24"/>
              </w:rPr>
              <w:lastRenderedPageBreak/>
              <w:t>Niepełnosprawność fizyczna i intelektualna a zdrowie seksualne</w:t>
            </w:r>
          </w:p>
          <w:p w14:paraId="6CB1FE5C" w14:textId="77777777" w:rsidR="0070750B" w:rsidRPr="005C5ED7" w:rsidRDefault="0070750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Edukacja seksualna  osób z różnymi niepełnosprawnościami </w:t>
            </w:r>
            <w:r w:rsidR="00CD6368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6F6367" w:rsidRPr="005C5ED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CD6368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6F6367" w:rsidRPr="005C5ED7">
              <w:rPr>
                <w:rFonts w:ascii="Corbel" w:hAnsi="Corbel"/>
                <w:sz w:val="24"/>
                <w:szCs w:val="24"/>
              </w:rPr>
              <w:t>aspekty merytoryczne i metodyczne</w:t>
            </w:r>
          </w:p>
          <w:p w14:paraId="0377FCE5" w14:textId="77777777" w:rsidR="0070750B" w:rsidRPr="005C5ED7" w:rsidRDefault="0070750B" w:rsidP="00066381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C5ED7">
              <w:rPr>
                <w:rFonts w:ascii="Corbel" w:hAnsi="Corbel"/>
                <w:sz w:val="24"/>
                <w:szCs w:val="24"/>
              </w:rPr>
              <w:t xml:space="preserve">Profilaktyka doznawania przemocy seksualnej przez osoby z niepełnosprawnością (zróżnicowana ze względu na czynniki </w:t>
            </w:r>
            <w:proofErr w:type="spellStart"/>
            <w:r w:rsidRPr="005C5ED7">
              <w:rPr>
                <w:rFonts w:ascii="Corbel" w:hAnsi="Corbel"/>
                <w:sz w:val="24"/>
                <w:szCs w:val="24"/>
              </w:rPr>
              <w:t>biopsychospołeczne</w:t>
            </w:r>
            <w:proofErr w:type="spellEnd"/>
            <w:r w:rsidRPr="005C5ED7">
              <w:rPr>
                <w:rFonts w:ascii="Corbel" w:hAnsi="Corbel"/>
                <w:sz w:val="24"/>
                <w:szCs w:val="24"/>
              </w:rPr>
              <w:t>, np. wiek, rodzaj i stopień niepełnosprawności, miejsce zamieszkania itp.)</w:t>
            </w:r>
            <w:r w:rsidR="006F6367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CD6368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6F6367" w:rsidRPr="005C5ED7">
              <w:rPr>
                <w:rFonts w:ascii="Corbel" w:hAnsi="Corbel"/>
                <w:sz w:val="24"/>
                <w:szCs w:val="24"/>
              </w:rPr>
              <w:t>–</w:t>
            </w:r>
            <w:r w:rsidR="00CD6368" w:rsidRPr="005C5ED7">
              <w:rPr>
                <w:rFonts w:ascii="Corbel" w:hAnsi="Corbel"/>
                <w:sz w:val="24"/>
                <w:szCs w:val="24"/>
              </w:rPr>
              <w:t xml:space="preserve"> </w:t>
            </w:r>
            <w:r w:rsidR="006F6367" w:rsidRPr="005C5ED7">
              <w:rPr>
                <w:rFonts w:ascii="Corbel" w:hAnsi="Corbel"/>
                <w:sz w:val="24"/>
                <w:szCs w:val="24"/>
              </w:rPr>
              <w:t xml:space="preserve"> aspekty merytoryczne i metodyczne</w:t>
            </w:r>
          </w:p>
          <w:p w14:paraId="2D2D9F34" w14:textId="77777777" w:rsidR="000E0D41" w:rsidRPr="00D5658A" w:rsidRDefault="000E0D41" w:rsidP="000E0D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A5AA0ED" w14:textId="77777777" w:rsidR="000E0D41" w:rsidRPr="00D5658A" w:rsidRDefault="000E0D41" w:rsidP="000E0D41">
      <w:pPr>
        <w:ind w:left="708"/>
        <w:rPr>
          <w:rFonts w:ascii="Corbel" w:hAnsi="Corbel"/>
          <w:sz w:val="24"/>
          <w:szCs w:val="24"/>
        </w:rPr>
      </w:pPr>
    </w:p>
    <w:p w14:paraId="11DC6E48" w14:textId="77777777" w:rsidR="0085747A" w:rsidRPr="00D5658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>3.4 Metody dydaktyczne</w:t>
      </w:r>
    </w:p>
    <w:p w14:paraId="507F6CE3" w14:textId="77777777" w:rsidR="0085747A" w:rsidRPr="00D5658A" w:rsidRDefault="000E0D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b w:val="0"/>
          <w:smallCaps w:val="0"/>
          <w:szCs w:val="24"/>
        </w:rPr>
        <w:tab/>
        <w:t>wykład: wykład problemowy</w:t>
      </w:r>
    </w:p>
    <w:p w14:paraId="43812B2A" w14:textId="77777777" w:rsidR="00E960BB" w:rsidRPr="00D5658A" w:rsidRDefault="000E0D41" w:rsidP="000E0D4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5658A">
        <w:rPr>
          <w:rFonts w:ascii="Corbel" w:hAnsi="Corbel"/>
          <w:b w:val="0"/>
          <w:smallCaps w:val="0"/>
          <w:szCs w:val="24"/>
        </w:rPr>
        <w:tab/>
        <w:t>warsztaty: metoda projektów, dyskusja</w:t>
      </w:r>
    </w:p>
    <w:p w14:paraId="4D61B6E9" w14:textId="77777777" w:rsidR="00E960BB" w:rsidRPr="00D5658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2DB84" w14:textId="77777777" w:rsidR="0085747A" w:rsidRPr="00D5658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 </w:t>
      </w:r>
      <w:r w:rsidR="0085747A" w:rsidRPr="00D5658A">
        <w:rPr>
          <w:rFonts w:ascii="Corbel" w:hAnsi="Corbel"/>
          <w:smallCaps w:val="0"/>
          <w:szCs w:val="24"/>
        </w:rPr>
        <w:t>METODY I KRYTERIA OCENY</w:t>
      </w:r>
    </w:p>
    <w:p w14:paraId="409C2CBF" w14:textId="77777777" w:rsidR="00923D7D" w:rsidRPr="00D5658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6D7467" w14:textId="77777777" w:rsidR="0085747A" w:rsidRPr="00D5658A" w:rsidRDefault="0085747A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658A">
        <w:rPr>
          <w:rFonts w:ascii="Corbel" w:hAnsi="Corbel"/>
          <w:smallCaps w:val="0"/>
          <w:szCs w:val="24"/>
        </w:rPr>
        <w:t>uczenia się</w:t>
      </w:r>
    </w:p>
    <w:p w14:paraId="7C176529" w14:textId="77777777" w:rsidR="00352033" w:rsidRPr="00D5658A" w:rsidRDefault="00352033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26"/>
        <w:gridCol w:w="2432"/>
      </w:tblGrid>
      <w:tr w:rsidR="0085747A" w:rsidRPr="00D5658A" w14:paraId="7398F99D" w14:textId="77777777" w:rsidTr="000E0D41">
        <w:tc>
          <w:tcPr>
            <w:tcW w:w="1962" w:type="dxa"/>
            <w:vAlign w:val="center"/>
          </w:tcPr>
          <w:p w14:paraId="2890DC9E" w14:textId="77777777" w:rsidR="0085747A" w:rsidRPr="00D5658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26" w:type="dxa"/>
            <w:vAlign w:val="center"/>
          </w:tcPr>
          <w:p w14:paraId="586C63A7" w14:textId="77777777" w:rsidR="0085747A" w:rsidRPr="00D5658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37D7BB" w14:textId="77777777" w:rsidR="0085747A" w:rsidRPr="00D5658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56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32" w:type="dxa"/>
            <w:vAlign w:val="center"/>
          </w:tcPr>
          <w:p w14:paraId="665C0782" w14:textId="77777777"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65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D5658A" w14:paraId="676F5E4B" w14:textId="77777777" w:rsidTr="000E0D41">
        <w:tc>
          <w:tcPr>
            <w:tcW w:w="1962" w:type="dxa"/>
          </w:tcPr>
          <w:p w14:paraId="4EACF1BF" w14:textId="77777777"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5658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658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26" w:type="dxa"/>
          </w:tcPr>
          <w:p w14:paraId="5BC31403" w14:textId="77777777" w:rsidR="0085747A" w:rsidRPr="005C5ED7" w:rsidRDefault="006F6B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641CA9" w:rsidRPr="005C5ED7">
              <w:rPr>
                <w:rFonts w:ascii="Corbel" w:hAnsi="Corbel"/>
                <w:b w:val="0"/>
                <w:szCs w:val="24"/>
              </w:rPr>
              <w:t>projekt</w:t>
            </w:r>
            <w:r w:rsidRPr="005C5ED7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432" w:type="dxa"/>
          </w:tcPr>
          <w:p w14:paraId="65E398F2" w14:textId="77777777" w:rsidR="0085747A" w:rsidRPr="00D5658A" w:rsidRDefault="00103AA3" w:rsidP="000E0D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</w:t>
            </w:r>
            <w:r w:rsidR="000E0D41" w:rsidRPr="00D5658A">
              <w:rPr>
                <w:rFonts w:ascii="Corbel" w:hAnsi="Corbel"/>
                <w:b w:val="0"/>
                <w:szCs w:val="24"/>
              </w:rPr>
              <w:t>ykład, warsztaty</w:t>
            </w:r>
          </w:p>
        </w:tc>
      </w:tr>
      <w:tr w:rsidR="0085747A" w:rsidRPr="00D5658A" w14:paraId="01F9E055" w14:textId="77777777" w:rsidTr="000E0D41">
        <w:tc>
          <w:tcPr>
            <w:tcW w:w="1962" w:type="dxa"/>
          </w:tcPr>
          <w:p w14:paraId="3681500B" w14:textId="77777777" w:rsidR="0085747A" w:rsidRPr="00D5658A" w:rsidRDefault="0085747A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26" w:type="dxa"/>
          </w:tcPr>
          <w:p w14:paraId="19E885F2" w14:textId="77777777" w:rsidR="0085747A" w:rsidRPr="005C5ED7" w:rsidRDefault="006F6B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egzamin, kolokwium, projekt, udział w dyskusji</w:t>
            </w:r>
          </w:p>
        </w:tc>
        <w:tc>
          <w:tcPr>
            <w:tcW w:w="2432" w:type="dxa"/>
          </w:tcPr>
          <w:p w14:paraId="0867677D" w14:textId="77777777" w:rsidR="0085747A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14:paraId="7754580D" w14:textId="77777777" w:rsidTr="000E0D41">
        <w:tc>
          <w:tcPr>
            <w:tcW w:w="1962" w:type="dxa"/>
          </w:tcPr>
          <w:p w14:paraId="6A1FE003" w14:textId="77777777"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26" w:type="dxa"/>
          </w:tcPr>
          <w:p w14:paraId="63E1C9B4" w14:textId="77777777" w:rsidR="00103AA3" w:rsidRPr="005C5ED7" w:rsidRDefault="006F6B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egzamin, kolokwium, projekt, udział w dyskusji</w:t>
            </w:r>
          </w:p>
        </w:tc>
        <w:tc>
          <w:tcPr>
            <w:tcW w:w="2432" w:type="dxa"/>
          </w:tcPr>
          <w:p w14:paraId="6803DD79" w14:textId="77777777"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14:paraId="29100CD7" w14:textId="77777777" w:rsidTr="000E0D41">
        <w:tc>
          <w:tcPr>
            <w:tcW w:w="1962" w:type="dxa"/>
          </w:tcPr>
          <w:p w14:paraId="79C2D68B" w14:textId="77777777"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26" w:type="dxa"/>
          </w:tcPr>
          <w:p w14:paraId="42AD7B05" w14:textId="77777777" w:rsidR="00103AA3" w:rsidRPr="005C5ED7" w:rsidRDefault="006F6B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egzamin, kolokwium, projekt, udział w dyskusji</w:t>
            </w:r>
          </w:p>
        </w:tc>
        <w:tc>
          <w:tcPr>
            <w:tcW w:w="2432" w:type="dxa"/>
          </w:tcPr>
          <w:p w14:paraId="145557A5" w14:textId="77777777"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03AA3" w:rsidRPr="00D5658A" w14:paraId="6BBFDDD2" w14:textId="77777777" w:rsidTr="000E0D41">
        <w:tc>
          <w:tcPr>
            <w:tcW w:w="1962" w:type="dxa"/>
          </w:tcPr>
          <w:p w14:paraId="67C95AE9" w14:textId="77777777" w:rsidR="00103AA3" w:rsidRPr="00D5658A" w:rsidRDefault="00103AA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26" w:type="dxa"/>
          </w:tcPr>
          <w:p w14:paraId="32B18F70" w14:textId="77777777" w:rsidR="00103AA3" w:rsidRPr="005C5ED7" w:rsidRDefault="006F6B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egzamin, kolokwium, projekt, udział w dyskusji</w:t>
            </w:r>
          </w:p>
        </w:tc>
        <w:tc>
          <w:tcPr>
            <w:tcW w:w="2432" w:type="dxa"/>
          </w:tcPr>
          <w:p w14:paraId="60D879A7" w14:textId="77777777" w:rsidR="00103AA3" w:rsidRPr="00D5658A" w:rsidRDefault="000E0D4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14:paraId="361CB7AE" w14:textId="77777777" w:rsidTr="000E0D41">
        <w:tc>
          <w:tcPr>
            <w:tcW w:w="1962" w:type="dxa"/>
          </w:tcPr>
          <w:p w14:paraId="3AADBF8B" w14:textId="77777777"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26" w:type="dxa"/>
          </w:tcPr>
          <w:p w14:paraId="369A13E2" w14:textId="77777777" w:rsidR="003E2D83" w:rsidRPr="005C5ED7" w:rsidRDefault="00092DD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Kolokwium, projekt, udział w dyskusji</w:t>
            </w:r>
          </w:p>
        </w:tc>
        <w:tc>
          <w:tcPr>
            <w:tcW w:w="2432" w:type="dxa"/>
          </w:tcPr>
          <w:p w14:paraId="4FF99D84" w14:textId="77777777"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14:paraId="11641EE6" w14:textId="77777777" w:rsidTr="000E0D41">
        <w:tc>
          <w:tcPr>
            <w:tcW w:w="1962" w:type="dxa"/>
          </w:tcPr>
          <w:p w14:paraId="06BF692D" w14:textId="77777777"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26" w:type="dxa"/>
          </w:tcPr>
          <w:p w14:paraId="7832AA74" w14:textId="77777777" w:rsidR="003E2D83" w:rsidRPr="005C5ED7" w:rsidRDefault="00092DD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kolokwium, projekt, udział w dyskusji</w:t>
            </w:r>
          </w:p>
        </w:tc>
        <w:tc>
          <w:tcPr>
            <w:tcW w:w="2432" w:type="dxa"/>
          </w:tcPr>
          <w:p w14:paraId="4AC20C71" w14:textId="77777777"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14:paraId="7A2ADB51" w14:textId="77777777" w:rsidTr="000E0D41">
        <w:tc>
          <w:tcPr>
            <w:tcW w:w="1962" w:type="dxa"/>
          </w:tcPr>
          <w:p w14:paraId="49021AD9" w14:textId="77777777"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126" w:type="dxa"/>
          </w:tcPr>
          <w:p w14:paraId="70CCC0A2" w14:textId="77777777" w:rsidR="003E2D83" w:rsidRPr="005C5ED7" w:rsidRDefault="0088451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projekt, udział w dyskusji</w:t>
            </w:r>
          </w:p>
        </w:tc>
        <w:tc>
          <w:tcPr>
            <w:tcW w:w="2432" w:type="dxa"/>
          </w:tcPr>
          <w:p w14:paraId="7A0703D4" w14:textId="77777777"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E2D83" w:rsidRPr="00D5658A" w14:paraId="20F54216" w14:textId="77777777" w:rsidTr="000E0D41">
        <w:tc>
          <w:tcPr>
            <w:tcW w:w="1962" w:type="dxa"/>
          </w:tcPr>
          <w:p w14:paraId="592CA3A4" w14:textId="77777777" w:rsidR="003E2D83" w:rsidRPr="00D5658A" w:rsidRDefault="003E2D83" w:rsidP="000E0D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126" w:type="dxa"/>
          </w:tcPr>
          <w:p w14:paraId="208EB61A" w14:textId="77777777" w:rsidR="003E2D83" w:rsidRPr="005C5ED7" w:rsidRDefault="0088451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C5ED7">
              <w:rPr>
                <w:rFonts w:ascii="Corbel" w:hAnsi="Corbel"/>
                <w:b w:val="0"/>
                <w:szCs w:val="24"/>
              </w:rPr>
              <w:t>projekt, udział w dyskusji</w:t>
            </w:r>
          </w:p>
        </w:tc>
        <w:tc>
          <w:tcPr>
            <w:tcW w:w="2432" w:type="dxa"/>
          </w:tcPr>
          <w:p w14:paraId="1DECD006" w14:textId="77777777" w:rsidR="003E2D83" w:rsidRPr="00D5658A" w:rsidRDefault="000E0D41" w:rsidP="003E2D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658A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7BF4F98A" w14:textId="77777777" w:rsidR="00923D7D" w:rsidRPr="00D5658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62224" w14:textId="77777777" w:rsidR="00D5658A" w:rsidRPr="00D5658A" w:rsidRDefault="00D5658A" w:rsidP="00D565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C286E0E" w14:textId="77777777" w:rsidR="00D5658A" w:rsidRPr="00D5658A" w:rsidRDefault="00D5658A" w:rsidP="00D5658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5658A" w:rsidRPr="005C5ED7" w14:paraId="77035F82" w14:textId="77777777" w:rsidTr="00121C0A">
        <w:tc>
          <w:tcPr>
            <w:tcW w:w="9670" w:type="dxa"/>
          </w:tcPr>
          <w:p w14:paraId="66130B04" w14:textId="77777777" w:rsidR="00CE1071" w:rsidRDefault="00CE1071" w:rsidP="00CE1071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  (minimum 51% punktów), </w:t>
            </w:r>
          </w:p>
          <w:p w14:paraId="039A90B8" w14:textId="77777777" w:rsidR="00CE1071" w:rsidRDefault="00CE1071" w:rsidP="00CE1071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przygotowanych prac projektowych i ich prezentacji, (maksymalnie 15 punktów, minimum do zaliczenia 8 pkt.); analizowane kryteria oceny:</w:t>
            </w:r>
          </w:p>
          <w:p w14:paraId="5BAE8469" w14:textId="77777777" w:rsidR="00CE1071" w:rsidRDefault="00CE1071" w:rsidP="00CE1071">
            <w:pPr>
              <w:pStyle w:val="Akapitzlist"/>
              <w:numPr>
                <w:ilvl w:val="2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14:paraId="511A985E" w14:textId="77777777" w:rsidR="00CE1071" w:rsidRDefault="00CE1071" w:rsidP="00CE1071">
            <w:pPr>
              <w:pStyle w:val="Akapitzlist"/>
              <w:numPr>
                <w:ilvl w:val="2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14:paraId="04544164" w14:textId="77777777" w:rsidR="00CE1071" w:rsidRDefault="00CE1071" w:rsidP="00CE1071">
            <w:pPr>
              <w:pStyle w:val="Akapitzlist"/>
              <w:numPr>
                <w:ilvl w:val="2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14:paraId="2F5D5ABE" w14:textId="77777777" w:rsidR="00CE1071" w:rsidRDefault="00CE1071" w:rsidP="00CE1071">
            <w:pPr>
              <w:pStyle w:val="Akapitzlist"/>
              <w:numPr>
                <w:ilvl w:val="2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14:paraId="2B6EF474" w14:textId="77777777" w:rsidR="00CE1071" w:rsidRDefault="00CE1071" w:rsidP="00CE1071">
            <w:pPr>
              <w:pStyle w:val="Akapitzlist"/>
              <w:numPr>
                <w:ilvl w:val="2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14:paraId="5AA4E047" w14:textId="77777777" w:rsidR="00CE1071" w:rsidRDefault="00CE1071" w:rsidP="00CE1071">
            <w:pPr>
              <w:pStyle w:val="Akapitzlist"/>
              <w:numPr>
                <w:ilvl w:val="0"/>
                <w:numId w:val="2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aktywnego udziału studenta w zajęciach,</w:t>
            </w:r>
          </w:p>
          <w:p w14:paraId="023CF158" w14:textId="77777777" w:rsidR="00D5658A" w:rsidRPr="005C5ED7" w:rsidRDefault="00CE1071" w:rsidP="00CE1071">
            <w:pPr>
              <w:pStyle w:val="Akapitzlist"/>
              <w:numPr>
                <w:ilvl w:val="0"/>
                <w:numId w:val="1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egzaminu pisemnego (minimum 51% punktów)</w:t>
            </w:r>
          </w:p>
        </w:tc>
      </w:tr>
    </w:tbl>
    <w:p w14:paraId="5773F451" w14:textId="77777777" w:rsidR="00D5658A" w:rsidRPr="005C5ED7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09C2C" w14:textId="77777777" w:rsidR="00D5658A" w:rsidRPr="00D5658A" w:rsidRDefault="00D5658A" w:rsidP="00D5658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C5ED7">
        <w:rPr>
          <w:rFonts w:ascii="Corbel" w:hAnsi="Corbel"/>
          <w:b/>
          <w:sz w:val="24"/>
          <w:szCs w:val="24"/>
        </w:rPr>
        <w:t>5. CAŁKOWITY NAKŁAD PRACY STUDENTA POTRZEBNY DO OSIĄGNIĘCIA ZAŁOŻONYCH EFEKTÓW W GODZINACH ORAZ PUNKTACH ECTS</w:t>
      </w:r>
      <w:r w:rsidRPr="00D5658A">
        <w:rPr>
          <w:rFonts w:ascii="Corbel" w:hAnsi="Corbel"/>
          <w:b/>
          <w:sz w:val="24"/>
          <w:szCs w:val="24"/>
        </w:rPr>
        <w:t xml:space="preserve"> </w:t>
      </w:r>
    </w:p>
    <w:p w14:paraId="7924082A" w14:textId="77777777"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5658A" w:rsidRPr="00D5658A" w14:paraId="2AF3FE12" w14:textId="77777777" w:rsidTr="00121C0A">
        <w:tc>
          <w:tcPr>
            <w:tcW w:w="4962" w:type="dxa"/>
            <w:vAlign w:val="center"/>
          </w:tcPr>
          <w:p w14:paraId="765A3EB2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243436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5658A" w:rsidRPr="00D5658A" w14:paraId="00FB06AE" w14:textId="77777777" w:rsidTr="00121C0A">
        <w:tc>
          <w:tcPr>
            <w:tcW w:w="4962" w:type="dxa"/>
          </w:tcPr>
          <w:p w14:paraId="6D66B527" w14:textId="77777777" w:rsidR="00D5658A" w:rsidRPr="00D5658A" w:rsidRDefault="00D5658A" w:rsidP="00004C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840975A" w14:textId="3E315783" w:rsidR="00D5658A" w:rsidRPr="00D5658A" w:rsidRDefault="00000DC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658A" w:rsidRPr="00D5658A" w14:paraId="7B3012C1" w14:textId="77777777" w:rsidTr="00121C0A">
        <w:tc>
          <w:tcPr>
            <w:tcW w:w="4962" w:type="dxa"/>
          </w:tcPr>
          <w:p w14:paraId="393BF06B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Inne z udziałem nauczyciela akademickiego: udział w konsultacjach, egzaminie</w:t>
            </w:r>
          </w:p>
        </w:tc>
        <w:tc>
          <w:tcPr>
            <w:tcW w:w="4677" w:type="dxa"/>
          </w:tcPr>
          <w:p w14:paraId="4B82FCFB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5658A" w:rsidRPr="00D5658A" w14:paraId="6771BBF4" w14:textId="77777777" w:rsidTr="00121C0A">
        <w:tc>
          <w:tcPr>
            <w:tcW w:w="4962" w:type="dxa"/>
          </w:tcPr>
          <w:p w14:paraId="7E4C73B1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658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658A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9CBBE43" w14:textId="2B7A8505" w:rsidR="00435243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6B1F811" w14:textId="453BABB2" w:rsidR="00435243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333B0E6B" w14:textId="1E2F13D2" w:rsidR="00435243" w:rsidRDefault="00435243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58C1D6A" w14:textId="55276FA5" w:rsidR="00435243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55FF379F" w14:textId="648676E5"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14:paraId="65BC75AA" w14:textId="77777777" w:rsid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CEE258" w14:textId="77777777" w:rsidR="00435243" w:rsidRDefault="0043524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B5C1C01" w14:textId="3DD5B9E9" w:rsidR="00435243" w:rsidRDefault="0043524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27FD6F1" w14:textId="706CAAED" w:rsidR="00435243" w:rsidRDefault="0043524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0DC3">
              <w:rPr>
                <w:rFonts w:ascii="Corbel" w:hAnsi="Corbel"/>
                <w:sz w:val="24"/>
                <w:szCs w:val="24"/>
              </w:rPr>
              <w:t>5</w:t>
            </w:r>
          </w:p>
          <w:p w14:paraId="41B36618" w14:textId="01F3AB60" w:rsidR="00435243" w:rsidRDefault="00000DC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21393A6A" w14:textId="305EB5F0" w:rsidR="00435243" w:rsidRDefault="00000DC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B05C560" w14:textId="51E72873" w:rsidR="00435243" w:rsidRPr="00D5658A" w:rsidRDefault="00435243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658A" w:rsidRPr="00D5658A" w14:paraId="584BF81E" w14:textId="77777777" w:rsidTr="00121C0A">
        <w:tc>
          <w:tcPr>
            <w:tcW w:w="4962" w:type="dxa"/>
          </w:tcPr>
          <w:p w14:paraId="114475CE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A682479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658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5658A" w:rsidRPr="00D5658A" w14:paraId="7EF1EA95" w14:textId="77777777" w:rsidTr="00121C0A">
        <w:tc>
          <w:tcPr>
            <w:tcW w:w="4962" w:type="dxa"/>
          </w:tcPr>
          <w:p w14:paraId="757A7FA5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77FDA98" w14:textId="77777777" w:rsidR="00D5658A" w:rsidRPr="00D5658A" w:rsidRDefault="00D5658A" w:rsidP="00121C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658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1C14F97" w14:textId="77777777"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565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171845" w14:textId="77777777" w:rsidR="00D5658A" w:rsidRPr="00D5658A" w:rsidRDefault="00D5658A" w:rsidP="00D565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0ABC52" w14:textId="77777777" w:rsidR="00352033" w:rsidRPr="00D5658A" w:rsidRDefault="00352033" w:rsidP="000E0D4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352033" w:rsidRPr="00D5658A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E78AE6" w14:textId="77777777" w:rsidR="00675843" w:rsidRPr="00D5658A" w:rsidRDefault="0085747A" w:rsidP="009C6DFB">
      <w:pPr>
        <w:pStyle w:val="Punktygwne"/>
        <w:numPr>
          <w:ilvl w:val="0"/>
          <w:numId w:val="13"/>
        </w:numPr>
        <w:spacing w:before="0" w:after="0"/>
        <w:rPr>
          <w:rFonts w:ascii="Corbel" w:hAnsi="Corbel"/>
          <w:smallCaps w:val="0"/>
          <w:szCs w:val="24"/>
        </w:rPr>
      </w:pPr>
      <w:r w:rsidRPr="00D5658A">
        <w:rPr>
          <w:rFonts w:ascii="Corbel" w:hAnsi="Corbel"/>
          <w:smallCaps w:val="0"/>
          <w:szCs w:val="24"/>
        </w:rPr>
        <w:lastRenderedPageBreak/>
        <w:t>LITERATURA</w:t>
      </w:r>
    </w:p>
    <w:p w14:paraId="14C89617" w14:textId="77777777" w:rsidR="00352033" w:rsidRPr="00D5658A" w:rsidRDefault="00352033" w:rsidP="00352033">
      <w:pPr>
        <w:pStyle w:val="Punktygwne"/>
        <w:spacing w:before="0" w:after="0"/>
        <w:ind w:left="1134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5658A" w14:paraId="23106AE8" w14:textId="77777777" w:rsidTr="00352033">
        <w:trPr>
          <w:trHeight w:val="397"/>
        </w:trPr>
        <w:tc>
          <w:tcPr>
            <w:tcW w:w="9639" w:type="dxa"/>
          </w:tcPr>
          <w:p w14:paraId="6E329FA2" w14:textId="77777777" w:rsidR="00983CCB" w:rsidRPr="00007F50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07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722FB4B" w14:textId="77777777" w:rsidR="00E862C9" w:rsidRPr="00007F50" w:rsidRDefault="0078360D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F50">
              <w:rPr>
                <w:rFonts w:ascii="Corbel" w:hAnsi="Corbel"/>
                <w:b w:val="0"/>
                <w:smallCaps w:val="0"/>
                <w:szCs w:val="24"/>
              </w:rPr>
              <w:t>Wybrane treści z wymienionych pozycji:</w:t>
            </w:r>
          </w:p>
          <w:p w14:paraId="040F4664" w14:textId="77777777" w:rsidR="00C6609E" w:rsidRPr="00007F50" w:rsidRDefault="00383BBE" w:rsidP="003E061E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fldChar w:fldCharType="begin"/>
            </w:r>
            <w:r w:rsidR="00AB27C1" w:rsidRPr="00007F50">
              <w:instrText xml:space="preserve"> ADDIN ZOTERO_BIBL {"uncited":[],"omitted":[],"custom":[]} CSL_BIBLIOGRAPHY </w:instrText>
            </w:r>
            <w:r w:rsidRPr="00007F50">
              <w:fldChar w:fldCharType="separate"/>
            </w:r>
            <w:r w:rsidR="00AB27C1" w:rsidRPr="00007F50">
              <w:rPr>
                <w:rFonts w:cs="Calibri"/>
              </w:rPr>
              <w:t>Beisert, M., 2023. Rozwój seksualny w okresie dzieciństwa. Tom 1. Praktyczna analiza teoretyczna., pierwsze. ed. Wydawnictwo Naukowe PWN, Warszawa.</w:t>
            </w:r>
            <w:r w:rsidR="00C6609E" w:rsidRPr="00007F50">
              <w:rPr>
                <w:rFonts w:cs="Calibri"/>
              </w:rPr>
              <w:t xml:space="preserve"> </w:t>
            </w:r>
          </w:p>
          <w:p w14:paraId="590C0B25" w14:textId="77777777" w:rsidR="00E862C9" w:rsidRPr="00007F50" w:rsidRDefault="00C6609E" w:rsidP="003E061E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Fornalik, I., 2014. Pedagog specjalny w roli edukatora seksualnego. Między niepewnością </w:t>
            </w:r>
            <w:r w:rsidRPr="00007F50">
              <w:rPr>
                <w:rFonts w:cs="Calibri"/>
              </w:rPr>
              <w:br/>
              <w:t>a poczuciem powinności. Niepełnosprawność. Dyskursy pedagogiki specjalnej 53–73.</w:t>
            </w:r>
          </w:p>
          <w:p w14:paraId="3E1479B6" w14:textId="77777777" w:rsidR="001B697E" w:rsidRPr="00007F50" w:rsidRDefault="007632A9" w:rsidP="003E061E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Izdebski, Z., Dł</w:t>
            </w:r>
            <w:r w:rsidR="001B697E" w:rsidRPr="00007F50">
              <w:rPr>
                <w:rFonts w:cs="Calibri"/>
              </w:rPr>
              <w:t>ugołęcka, A., Radomski, D., 2016. Psychoseksua</w:t>
            </w:r>
            <w:r w:rsidRPr="00007F50">
              <w:rPr>
                <w:rFonts w:cs="Calibri"/>
              </w:rPr>
              <w:t xml:space="preserve">lne funkcjonowanie osób </w:t>
            </w:r>
            <w:r w:rsidR="00E33E03" w:rsidRPr="00007F50">
              <w:rPr>
                <w:rFonts w:cs="Calibri"/>
              </w:rPr>
              <w:br/>
            </w:r>
            <w:r w:rsidRPr="00007F50">
              <w:rPr>
                <w:rFonts w:cs="Calibri"/>
              </w:rPr>
              <w:t>z niepeł</w:t>
            </w:r>
            <w:r w:rsidR="001B697E" w:rsidRPr="00007F50">
              <w:rPr>
                <w:rFonts w:cs="Calibri"/>
              </w:rPr>
              <w:t>nosprawnością fizyczną: studium badawcze. Oficyna Wydawnicza Uniwersytetu Zielonogórskiego, Zielona Góra.</w:t>
            </w:r>
          </w:p>
          <w:p w14:paraId="328E0AD8" w14:textId="77777777" w:rsidR="00FC3A92" w:rsidRPr="00007F50" w:rsidRDefault="00FC3A92" w:rsidP="003E061E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Kościelska, M., 2004. Niechciana seksualność: o ludzkich potrzebach osób niepełnosprawnych intelektualnie. Jacek Santorski &amp; Co, Warszawa.</w:t>
            </w:r>
          </w:p>
          <w:p w14:paraId="0E42BE23" w14:textId="77777777" w:rsidR="007773B3" w:rsidRPr="00007F50" w:rsidRDefault="00383BBE" w:rsidP="008F3A2D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fldChar w:fldCharType="end"/>
            </w:r>
            <w:r w:rsidR="006E2229" w:rsidRPr="00007F50">
              <w:rPr>
                <w:rFonts w:cs="Calibri"/>
              </w:rPr>
              <w:t xml:space="preserve">Ostrowska, A., 2008. Seksualność osób niepełnosprawnych. </w:t>
            </w:r>
            <w:proofErr w:type="spellStart"/>
            <w:r w:rsidR="006E2229" w:rsidRPr="00007F50">
              <w:rPr>
                <w:rFonts w:cs="Calibri"/>
              </w:rPr>
              <w:t>kis</w:t>
            </w:r>
            <w:proofErr w:type="spellEnd"/>
            <w:r w:rsidR="006E2229" w:rsidRPr="00007F50">
              <w:rPr>
                <w:rFonts w:cs="Calibri"/>
              </w:rPr>
              <w:t xml:space="preserve">  52, 213–226. </w:t>
            </w:r>
            <w:hyperlink r:id="rId8" w:history="1">
              <w:r w:rsidR="007773B3" w:rsidRPr="00007F50">
                <w:rPr>
                  <w:rStyle w:val="Hipercze"/>
                  <w:rFonts w:cs="Calibri"/>
                </w:rPr>
                <w:t>https://doi.org/10.35757/KiS.2008.52.3.12</w:t>
              </w:r>
            </w:hyperlink>
          </w:p>
          <w:p w14:paraId="31850B00" w14:textId="77777777" w:rsidR="007773B3" w:rsidRPr="00007F50" w:rsidRDefault="007773B3" w:rsidP="007773B3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Kmieciak, B., 2023. Wykorzystanie seksualne dzieci z niepełnosprawnością – między ciszą statystyk a krzykiem osób skrzywdzonych. </w:t>
            </w:r>
            <w:r w:rsidRPr="00007F50">
              <w:rPr>
                <w:rFonts w:cs="Calibri"/>
                <w:i/>
                <w:iCs/>
              </w:rPr>
              <w:t>Dziecko Krzywdzone. Teoria, badania, praktyka, 22(2), 81–103</w:t>
            </w:r>
            <w:r w:rsidRPr="00007F50">
              <w:rPr>
                <w:rFonts w:cs="Calibri"/>
              </w:rPr>
              <w:t xml:space="preserve">, </w:t>
            </w:r>
            <w:r w:rsidRPr="00007F50">
              <w:rPr>
                <w:rFonts w:cs="Calibri"/>
                <w:i/>
                <w:iCs/>
              </w:rPr>
              <w:t>22</w:t>
            </w:r>
            <w:r w:rsidRPr="00007F50">
              <w:rPr>
                <w:rFonts w:cs="Calibri"/>
              </w:rPr>
              <w:t>(2), 81–103.</w:t>
            </w:r>
          </w:p>
          <w:p w14:paraId="5803C103" w14:textId="77777777" w:rsidR="0085635D" w:rsidRPr="00007F50" w:rsidRDefault="0085635D" w:rsidP="003E061E">
            <w:pPr>
              <w:pStyle w:val="Punktygwne"/>
              <w:spacing w:before="0" w:after="0" w:line="276" w:lineRule="auto"/>
              <w:jc w:val="both"/>
              <w:rPr>
                <w:rFonts w:ascii="Corbel" w:eastAsia="Times New Roman" w:hAnsi="Corbel"/>
                <w:kern w:val="36"/>
                <w:szCs w:val="24"/>
                <w:lang w:eastAsia="pl-PL"/>
              </w:rPr>
            </w:pPr>
          </w:p>
        </w:tc>
      </w:tr>
      <w:tr w:rsidR="0085747A" w:rsidRPr="003E061E" w14:paraId="3D78DBA1" w14:textId="77777777" w:rsidTr="00352033">
        <w:trPr>
          <w:trHeight w:val="397"/>
        </w:trPr>
        <w:tc>
          <w:tcPr>
            <w:tcW w:w="9639" w:type="dxa"/>
          </w:tcPr>
          <w:p w14:paraId="47E1FF74" w14:textId="77777777" w:rsidR="0085747A" w:rsidRPr="00007F50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07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411CF52" w14:textId="77777777" w:rsidR="007632A9" w:rsidRPr="00007F50" w:rsidRDefault="007632A9" w:rsidP="003E061E">
            <w:pPr>
              <w:pStyle w:val="Bibliografia"/>
              <w:numPr>
                <w:ilvl w:val="0"/>
                <w:numId w:val="22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Beisert, M., 2012. Seksualność w cyklu życia człowieka, Wyd. 2 zm., 4 </w:t>
            </w:r>
            <w:proofErr w:type="spellStart"/>
            <w:r w:rsidRPr="00007F50">
              <w:rPr>
                <w:rFonts w:cs="Calibri"/>
              </w:rPr>
              <w:t>dodr</w:t>
            </w:r>
            <w:proofErr w:type="spellEnd"/>
            <w:r w:rsidRPr="00007F50">
              <w:rPr>
                <w:rFonts w:cs="Calibri"/>
              </w:rPr>
              <w:t>. ed. Wydawnictwo Naukowe PWN, Warszawa.</w:t>
            </w:r>
          </w:p>
          <w:p w14:paraId="7A4B4FE2" w14:textId="77777777" w:rsidR="00576E78" w:rsidRPr="00007F50" w:rsidRDefault="00576E78" w:rsidP="003E061E">
            <w:pPr>
              <w:pStyle w:val="Bibliografia"/>
              <w:numPr>
                <w:ilvl w:val="0"/>
                <w:numId w:val="22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Izdebski, Z., Łukaszek, M., 2018. Etyczne aspekty badania przemocy seksualnej. Dziecko Krzywdzone. Teoria, badania, praktyka 17, s. 117-146.</w:t>
            </w:r>
          </w:p>
          <w:p w14:paraId="36447BCD" w14:textId="77777777" w:rsidR="009E1541" w:rsidRPr="00007F50" w:rsidRDefault="009E1541" w:rsidP="003E061E">
            <w:pPr>
              <w:pStyle w:val="Bibliografia"/>
              <w:numPr>
                <w:ilvl w:val="0"/>
                <w:numId w:val="22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Jurczyk, M., 2019. Przemoc seksualna wobec osób z niepełnosprawnością intelektualną – wymiary i oblicza. NP 193–201. https://doi.org/10.4467/25439561.NP.19.026.11856</w:t>
            </w:r>
          </w:p>
          <w:p w14:paraId="7C4E341F" w14:textId="77777777" w:rsidR="007632A9" w:rsidRPr="00007F50" w:rsidRDefault="007632A9" w:rsidP="003E061E">
            <w:pPr>
              <w:pStyle w:val="Bibliografia"/>
              <w:numPr>
                <w:ilvl w:val="0"/>
                <w:numId w:val="22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Kmieciak, B., 2023. Wykorzystanie seksualne dzieci z niepełnosprawnością – między ciszą statystyk a krzykiem osób skrzywdzonych. Dziecko Krzywdzone. Teoria, badania, praktyka, 22(2), 81–103 22, 81–103.</w:t>
            </w:r>
          </w:p>
          <w:p w14:paraId="5F32827E" w14:textId="77777777" w:rsidR="000D2046" w:rsidRPr="00007F50" w:rsidRDefault="000D2046" w:rsidP="000D2046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Beisert, M., Lew-Starowicz, Z., </w:t>
            </w:r>
            <w:proofErr w:type="spellStart"/>
            <w:r w:rsidRPr="00007F50">
              <w:rPr>
                <w:rFonts w:cs="Calibri"/>
              </w:rPr>
              <w:t>Skrzypulec</w:t>
            </w:r>
            <w:proofErr w:type="spellEnd"/>
            <w:r w:rsidRPr="00007F50">
              <w:rPr>
                <w:rFonts w:cs="Calibri"/>
              </w:rPr>
              <w:t>-Plinta, V. (</w:t>
            </w:r>
            <w:proofErr w:type="spellStart"/>
            <w:r w:rsidRPr="00007F50">
              <w:rPr>
                <w:rFonts w:cs="Calibri"/>
              </w:rPr>
              <w:t>Eds</w:t>
            </w:r>
            <w:proofErr w:type="spellEnd"/>
            <w:r w:rsidRPr="00007F50">
              <w:rPr>
                <w:rFonts w:cs="Calibri"/>
              </w:rPr>
              <w:t>.), 2010. Podstawy seksuologii. Wydawnictwo Lekarskie PZWL, Warszawa.</w:t>
            </w:r>
          </w:p>
          <w:p w14:paraId="2FC51815" w14:textId="77777777" w:rsidR="000D2046" w:rsidRPr="00007F50" w:rsidRDefault="000D2046" w:rsidP="000D2046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proofErr w:type="spellStart"/>
            <w:r w:rsidRPr="00007F50">
              <w:rPr>
                <w:rFonts w:cs="Calibri"/>
              </w:rPr>
              <w:t>Stelter</w:t>
            </w:r>
            <w:proofErr w:type="spellEnd"/>
            <w:r w:rsidRPr="00007F50">
              <w:rPr>
                <w:rFonts w:cs="Calibri"/>
              </w:rPr>
              <w:t>, Ż., 2009. Dorastanie osób z niepełnosprawnością intelektualną, Zastosowania Psychologii. Wydawnictwo Naukowe Scholar, Warszawa.</w:t>
            </w:r>
          </w:p>
          <w:p w14:paraId="37399E38" w14:textId="77777777" w:rsidR="000D2046" w:rsidRPr="00007F50" w:rsidRDefault="000D2046" w:rsidP="000D2046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Kijak, R., 2016. Dorośli z głębszą niepełnosprawnością intelektualna jako partnerzy, małżonkowie i rodzice. Wydawnictwo Naukowe Uniwersytetu Pedagogicznego, Kraków.</w:t>
            </w:r>
          </w:p>
          <w:p w14:paraId="387793D9" w14:textId="77777777" w:rsidR="0087067A" w:rsidRPr="00007F50" w:rsidRDefault="0087067A" w:rsidP="0087067A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Lewko, A., 2016. Edukacja seksualna jako element wspierania rozwoju osób </w:t>
            </w:r>
            <w:r w:rsidRPr="00007F50">
              <w:rPr>
                <w:rFonts w:cs="Calibri"/>
              </w:rPr>
              <w:br/>
              <w:t>z niepełnosprawnością intelektualną. Forum Pedagogiczne 327–337.</w:t>
            </w:r>
          </w:p>
          <w:p w14:paraId="5E6FCCF0" w14:textId="77777777" w:rsidR="0087067A" w:rsidRPr="00007F50" w:rsidRDefault="0087067A" w:rsidP="0087067A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 xml:space="preserve">Lew-Starowicz, M., Lew-Starowicz, Z., </w:t>
            </w:r>
            <w:proofErr w:type="spellStart"/>
            <w:r w:rsidRPr="00007F50">
              <w:rPr>
                <w:rFonts w:cs="Calibri"/>
              </w:rPr>
              <w:t>Skrzypulec</w:t>
            </w:r>
            <w:proofErr w:type="spellEnd"/>
            <w:r w:rsidRPr="00007F50">
              <w:rPr>
                <w:rFonts w:cs="Calibri"/>
              </w:rPr>
              <w:t>-Plinta, V. (</w:t>
            </w:r>
            <w:proofErr w:type="spellStart"/>
            <w:r w:rsidRPr="00007F50">
              <w:rPr>
                <w:rFonts w:cs="Calibri"/>
              </w:rPr>
              <w:t>Eds</w:t>
            </w:r>
            <w:proofErr w:type="spellEnd"/>
            <w:r w:rsidRPr="00007F50">
              <w:rPr>
                <w:rFonts w:cs="Calibri"/>
              </w:rPr>
              <w:t>.), 2017. Seksuologia. PZWL Wydawnictwo Lekarskie, Warszawa.</w:t>
            </w:r>
          </w:p>
          <w:p w14:paraId="0215FC9E" w14:textId="77777777" w:rsidR="0087067A" w:rsidRPr="00007F50" w:rsidRDefault="0087067A" w:rsidP="0087067A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</w:rPr>
            </w:pPr>
            <w:r w:rsidRPr="00007F50">
              <w:rPr>
                <w:rFonts w:cs="Calibri"/>
              </w:rPr>
              <w:t>Lew-Starowicz, Z., Długołęcka, A., 2006. Edukacja seksualna. Świat Książki - Bertelsmann Media, Warszawa.</w:t>
            </w:r>
          </w:p>
          <w:p w14:paraId="2088DC51" w14:textId="77777777" w:rsidR="000D2046" w:rsidRPr="00007F50" w:rsidRDefault="008F3A2D" w:rsidP="000D2046">
            <w:pPr>
              <w:pStyle w:val="Bibliografia"/>
              <w:numPr>
                <w:ilvl w:val="0"/>
                <w:numId w:val="21"/>
              </w:numPr>
              <w:spacing w:after="0"/>
              <w:jc w:val="both"/>
              <w:rPr>
                <w:rFonts w:cs="Calibri"/>
                <w:lang w:val="en-GB"/>
              </w:rPr>
            </w:pPr>
            <w:r w:rsidRPr="00007F50">
              <w:rPr>
                <w:rFonts w:cs="Calibri"/>
              </w:rPr>
              <w:t xml:space="preserve">Łukaszek, M., </w:t>
            </w:r>
            <w:proofErr w:type="spellStart"/>
            <w:r w:rsidRPr="00007F50">
              <w:rPr>
                <w:rFonts w:cs="Calibri"/>
              </w:rPr>
              <w:t>Zaborniak</w:t>
            </w:r>
            <w:proofErr w:type="spellEnd"/>
            <w:r w:rsidRPr="00007F50">
              <w:rPr>
                <w:rFonts w:cs="Calibri"/>
              </w:rPr>
              <w:t xml:space="preserve">-Sobczak, M., Kijak, R., 2023. </w:t>
            </w:r>
            <w:r w:rsidRPr="00007F50">
              <w:rPr>
                <w:rFonts w:cs="Calibri"/>
                <w:lang w:val="en-GB"/>
              </w:rPr>
              <w:t xml:space="preserve">Partnership and Motivations for Starting </w:t>
            </w:r>
            <w:r w:rsidRPr="00007F50">
              <w:rPr>
                <w:rFonts w:cs="Calibri"/>
                <w:lang w:val="en-GB"/>
              </w:rPr>
              <w:br/>
              <w:t xml:space="preserve">a Family of One’s Own in the Opinions of Students with Disabilities. IJERPH 20, 5971. </w:t>
            </w:r>
            <w:hyperlink r:id="rId9" w:history="1">
              <w:r w:rsidRPr="00007F50">
                <w:rPr>
                  <w:rStyle w:val="Hipercze"/>
                  <w:rFonts w:cs="Calibri"/>
                  <w:lang w:val="en-GB"/>
                </w:rPr>
                <w:t>https://doi.org/10.3390/ijerph20115971</w:t>
              </w:r>
            </w:hyperlink>
          </w:p>
        </w:tc>
      </w:tr>
    </w:tbl>
    <w:p w14:paraId="608E95EA" w14:textId="77777777" w:rsidR="0085747A" w:rsidRPr="0087067A" w:rsidRDefault="0085747A" w:rsidP="004F05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1776" w14:textId="77777777" w:rsidR="0085747A" w:rsidRPr="00537421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3742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02E175" w14:textId="77777777" w:rsidR="00352033" w:rsidRPr="00537421" w:rsidRDefault="00352033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902C4E" w14:textId="77777777" w:rsidR="00352033" w:rsidRPr="00537421" w:rsidRDefault="00352033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08E44" w14:textId="77777777" w:rsidR="00352033" w:rsidRPr="00537421" w:rsidRDefault="00352033" w:rsidP="0035203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1C5EB00E" w14:textId="77777777" w:rsidR="001C684F" w:rsidRPr="00537421" w:rsidRDefault="001C684F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C684F" w:rsidRPr="0053742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A9376" w14:textId="77777777" w:rsidR="00781411" w:rsidRDefault="00781411" w:rsidP="00C16ABF">
      <w:pPr>
        <w:spacing w:after="0" w:line="240" w:lineRule="auto"/>
      </w:pPr>
      <w:r>
        <w:separator/>
      </w:r>
    </w:p>
  </w:endnote>
  <w:endnote w:type="continuationSeparator" w:id="0">
    <w:p w14:paraId="0D415689" w14:textId="77777777" w:rsidR="00781411" w:rsidRDefault="007814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4A6F6" w14:textId="77777777" w:rsidR="00781411" w:rsidRDefault="00781411" w:rsidP="00C16ABF">
      <w:pPr>
        <w:spacing w:after="0" w:line="240" w:lineRule="auto"/>
      </w:pPr>
      <w:r>
        <w:separator/>
      </w:r>
    </w:p>
  </w:footnote>
  <w:footnote w:type="continuationSeparator" w:id="0">
    <w:p w14:paraId="1D3CAED4" w14:textId="77777777" w:rsidR="00781411" w:rsidRDefault="00781411" w:rsidP="00C16ABF">
      <w:pPr>
        <w:spacing w:after="0" w:line="240" w:lineRule="auto"/>
      </w:pPr>
      <w:r>
        <w:continuationSeparator/>
      </w:r>
    </w:p>
  </w:footnote>
  <w:footnote w:id="1">
    <w:p w14:paraId="4EDB090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28D5E26"/>
    <w:multiLevelType w:val="hybridMultilevel"/>
    <w:tmpl w:val="62027F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F17A98"/>
    <w:multiLevelType w:val="hybridMultilevel"/>
    <w:tmpl w:val="CE0AE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4262B5"/>
    <w:multiLevelType w:val="hybridMultilevel"/>
    <w:tmpl w:val="F08E2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D65BF"/>
    <w:multiLevelType w:val="hybridMultilevel"/>
    <w:tmpl w:val="4F5005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CA36BB"/>
    <w:multiLevelType w:val="hybridMultilevel"/>
    <w:tmpl w:val="BE123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948D5"/>
    <w:multiLevelType w:val="hybridMultilevel"/>
    <w:tmpl w:val="2BA8281E"/>
    <w:lvl w:ilvl="0" w:tplc="5D3098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F5845"/>
    <w:multiLevelType w:val="hybridMultilevel"/>
    <w:tmpl w:val="FD2C1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E5174"/>
    <w:multiLevelType w:val="hybridMultilevel"/>
    <w:tmpl w:val="061CC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656A5"/>
    <w:multiLevelType w:val="hybridMultilevel"/>
    <w:tmpl w:val="96FCC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21921"/>
    <w:multiLevelType w:val="hybridMultilevel"/>
    <w:tmpl w:val="25F21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E87457"/>
    <w:multiLevelType w:val="hybridMultilevel"/>
    <w:tmpl w:val="96FCC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E851B8"/>
    <w:multiLevelType w:val="hybridMultilevel"/>
    <w:tmpl w:val="A976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E066C"/>
    <w:multiLevelType w:val="hybridMultilevel"/>
    <w:tmpl w:val="FD2C17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4146746">
    <w:abstractNumId w:val="3"/>
  </w:num>
  <w:num w:numId="2" w16cid:durableId="1399937891">
    <w:abstractNumId w:val="12"/>
  </w:num>
  <w:num w:numId="3" w16cid:durableId="2084524473">
    <w:abstractNumId w:val="9"/>
  </w:num>
  <w:num w:numId="4" w16cid:durableId="164590402">
    <w:abstractNumId w:val="19"/>
  </w:num>
  <w:num w:numId="5" w16cid:durableId="1094856628">
    <w:abstractNumId w:val="2"/>
  </w:num>
  <w:num w:numId="6" w16cid:durableId="1509053595">
    <w:abstractNumId w:val="11"/>
  </w:num>
  <w:num w:numId="7" w16cid:durableId="1839535170">
    <w:abstractNumId w:val="10"/>
  </w:num>
  <w:num w:numId="8" w16cid:durableId="867598034">
    <w:abstractNumId w:val="16"/>
  </w:num>
  <w:num w:numId="9" w16cid:durableId="1133599614">
    <w:abstractNumId w:val="0"/>
  </w:num>
  <w:num w:numId="10" w16cid:durableId="738022582">
    <w:abstractNumId w:val="1"/>
  </w:num>
  <w:num w:numId="11" w16cid:durableId="503975740">
    <w:abstractNumId w:val="4"/>
  </w:num>
  <w:num w:numId="12" w16cid:durableId="184712334">
    <w:abstractNumId w:val="15"/>
  </w:num>
  <w:num w:numId="13" w16cid:durableId="1704211965">
    <w:abstractNumId w:val="18"/>
  </w:num>
  <w:num w:numId="14" w16cid:durableId="62143132">
    <w:abstractNumId w:val="6"/>
  </w:num>
  <w:num w:numId="15" w16cid:durableId="1677685788">
    <w:abstractNumId w:val="20"/>
  </w:num>
  <w:num w:numId="16" w16cid:durableId="548567998">
    <w:abstractNumId w:val="21"/>
  </w:num>
  <w:num w:numId="17" w16cid:durableId="942036217">
    <w:abstractNumId w:val="13"/>
  </w:num>
  <w:num w:numId="18" w16cid:durableId="1512643488">
    <w:abstractNumId w:val="7"/>
  </w:num>
  <w:num w:numId="19" w16cid:durableId="1854880557">
    <w:abstractNumId w:val="8"/>
  </w:num>
  <w:num w:numId="20" w16cid:durableId="1452433786">
    <w:abstractNumId w:val="5"/>
  </w:num>
  <w:num w:numId="21" w16cid:durableId="1214390733">
    <w:abstractNumId w:val="17"/>
  </w:num>
  <w:num w:numId="22" w16cid:durableId="1276064041">
    <w:abstractNumId w:val="14"/>
  </w:num>
  <w:num w:numId="23" w16cid:durableId="2010524941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DC3"/>
    <w:rsid w:val="000031EA"/>
    <w:rsid w:val="000048FD"/>
    <w:rsid w:val="00004C4D"/>
    <w:rsid w:val="000077B4"/>
    <w:rsid w:val="00007F50"/>
    <w:rsid w:val="00015B8F"/>
    <w:rsid w:val="00022ECE"/>
    <w:rsid w:val="000265CA"/>
    <w:rsid w:val="0002727B"/>
    <w:rsid w:val="00042A51"/>
    <w:rsid w:val="00042D2E"/>
    <w:rsid w:val="00044C82"/>
    <w:rsid w:val="0004652D"/>
    <w:rsid w:val="00066381"/>
    <w:rsid w:val="00070989"/>
    <w:rsid w:val="00070ED6"/>
    <w:rsid w:val="000742DC"/>
    <w:rsid w:val="00084C12"/>
    <w:rsid w:val="00091D46"/>
    <w:rsid w:val="00092DD1"/>
    <w:rsid w:val="0009462C"/>
    <w:rsid w:val="00094B12"/>
    <w:rsid w:val="000965A7"/>
    <w:rsid w:val="00096C46"/>
    <w:rsid w:val="000A15F9"/>
    <w:rsid w:val="000A296F"/>
    <w:rsid w:val="000A2A28"/>
    <w:rsid w:val="000A3CDF"/>
    <w:rsid w:val="000B192D"/>
    <w:rsid w:val="000B28EE"/>
    <w:rsid w:val="000B3E26"/>
    <w:rsid w:val="000B3E37"/>
    <w:rsid w:val="000B6314"/>
    <w:rsid w:val="000D04B0"/>
    <w:rsid w:val="000D2046"/>
    <w:rsid w:val="000D76D0"/>
    <w:rsid w:val="000E0D41"/>
    <w:rsid w:val="000E40A4"/>
    <w:rsid w:val="000E4833"/>
    <w:rsid w:val="000F1C57"/>
    <w:rsid w:val="000F45A8"/>
    <w:rsid w:val="000F5615"/>
    <w:rsid w:val="00103AA3"/>
    <w:rsid w:val="00112982"/>
    <w:rsid w:val="001210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3523"/>
    <w:rsid w:val="00192F37"/>
    <w:rsid w:val="001A0D78"/>
    <w:rsid w:val="001A70D2"/>
    <w:rsid w:val="001B3E44"/>
    <w:rsid w:val="001B400B"/>
    <w:rsid w:val="001B697E"/>
    <w:rsid w:val="001C684F"/>
    <w:rsid w:val="001C6976"/>
    <w:rsid w:val="001D1533"/>
    <w:rsid w:val="001D657B"/>
    <w:rsid w:val="001D7B54"/>
    <w:rsid w:val="001E0209"/>
    <w:rsid w:val="001E7807"/>
    <w:rsid w:val="001F2CA2"/>
    <w:rsid w:val="001F31B0"/>
    <w:rsid w:val="002123EF"/>
    <w:rsid w:val="002144C0"/>
    <w:rsid w:val="00222192"/>
    <w:rsid w:val="0022477D"/>
    <w:rsid w:val="002260FF"/>
    <w:rsid w:val="002278A9"/>
    <w:rsid w:val="00232EBF"/>
    <w:rsid w:val="002336F9"/>
    <w:rsid w:val="002375AF"/>
    <w:rsid w:val="0024028F"/>
    <w:rsid w:val="00244ABC"/>
    <w:rsid w:val="00245248"/>
    <w:rsid w:val="00281FF2"/>
    <w:rsid w:val="002854DD"/>
    <w:rsid w:val="002857DE"/>
    <w:rsid w:val="00291567"/>
    <w:rsid w:val="002A22BF"/>
    <w:rsid w:val="002A2389"/>
    <w:rsid w:val="002A25C3"/>
    <w:rsid w:val="002A671D"/>
    <w:rsid w:val="002B4D55"/>
    <w:rsid w:val="002B5EA0"/>
    <w:rsid w:val="002B6119"/>
    <w:rsid w:val="002C1AA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E6D"/>
    <w:rsid w:val="003343CF"/>
    <w:rsid w:val="00346FE9"/>
    <w:rsid w:val="0034759A"/>
    <w:rsid w:val="003503F6"/>
    <w:rsid w:val="00352033"/>
    <w:rsid w:val="003530DD"/>
    <w:rsid w:val="00363F78"/>
    <w:rsid w:val="00383BBE"/>
    <w:rsid w:val="003931E2"/>
    <w:rsid w:val="003A0A5B"/>
    <w:rsid w:val="003A1176"/>
    <w:rsid w:val="003C0BAE"/>
    <w:rsid w:val="003C5CE8"/>
    <w:rsid w:val="003D026F"/>
    <w:rsid w:val="003D18A9"/>
    <w:rsid w:val="003D2FC9"/>
    <w:rsid w:val="003D3BAD"/>
    <w:rsid w:val="003D6CE2"/>
    <w:rsid w:val="003D6CE8"/>
    <w:rsid w:val="003E061E"/>
    <w:rsid w:val="003E1941"/>
    <w:rsid w:val="003E2D83"/>
    <w:rsid w:val="003E2FE6"/>
    <w:rsid w:val="003E49D5"/>
    <w:rsid w:val="003F205D"/>
    <w:rsid w:val="003F38C0"/>
    <w:rsid w:val="00414E3C"/>
    <w:rsid w:val="0042091F"/>
    <w:rsid w:val="0042244A"/>
    <w:rsid w:val="00425E18"/>
    <w:rsid w:val="0042745A"/>
    <w:rsid w:val="00431D5C"/>
    <w:rsid w:val="00435243"/>
    <w:rsid w:val="004362C6"/>
    <w:rsid w:val="00437FA2"/>
    <w:rsid w:val="00445970"/>
    <w:rsid w:val="00461BD4"/>
    <w:rsid w:val="00461EFC"/>
    <w:rsid w:val="004652C2"/>
    <w:rsid w:val="00467990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0B1"/>
    <w:rsid w:val="004F05D9"/>
    <w:rsid w:val="004F1551"/>
    <w:rsid w:val="004F55A3"/>
    <w:rsid w:val="00503AD8"/>
    <w:rsid w:val="0050496F"/>
    <w:rsid w:val="00513B6F"/>
    <w:rsid w:val="00517C63"/>
    <w:rsid w:val="005224A8"/>
    <w:rsid w:val="005363C4"/>
    <w:rsid w:val="00536BDE"/>
    <w:rsid w:val="00537421"/>
    <w:rsid w:val="005424E3"/>
    <w:rsid w:val="00543ACC"/>
    <w:rsid w:val="00544280"/>
    <w:rsid w:val="0055001D"/>
    <w:rsid w:val="00565D36"/>
    <w:rsid w:val="0056696D"/>
    <w:rsid w:val="00576E78"/>
    <w:rsid w:val="0058213D"/>
    <w:rsid w:val="0059484D"/>
    <w:rsid w:val="005A0855"/>
    <w:rsid w:val="005A3196"/>
    <w:rsid w:val="005A60A3"/>
    <w:rsid w:val="005C080F"/>
    <w:rsid w:val="005C55E5"/>
    <w:rsid w:val="005C5ED7"/>
    <w:rsid w:val="005C677C"/>
    <w:rsid w:val="005C696A"/>
    <w:rsid w:val="005E097A"/>
    <w:rsid w:val="005E6E85"/>
    <w:rsid w:val="005F31D2"/>
    <w:rsid w:val="00610255"/>
    <w:rsid w:val="0061029B"/>
    <w:rsid w:val="00617230"/>
    <w:rsid w:val="00621CE1"/>
    <w:rsid w:val="00623D01"/>
    <w:rsid w:val="00627FC9"/>
    <w:rsid w:val="00634E3F"/>
    <w:rsid w:val="00641CA9"/>
    <w:rsid w:val="006428FF"/>
    <w:rsid w:val="006433C5"/>
    <w:rsid w:val="00647FA8"/>
    <w:rsid w:val="00650C5F"/>
    <w:rsid w:val="00654934"/>
    <w:rsid w:val="00654F01"/>
    <w:rsid w:val="006620D9"/>
    <w:rsid w:val="00671958"/>
    <w:rsid w:val="00675843"/>
    <w:rsid w:val="00696477"/>
    <w:rsid w:val="006B6859"/>
    <w:rsid w:val="006C46A0"/>
    <w:rsid w:val="006D050F"/>
    <w:rsid w:val="006D43B3"/>
    <w:rsid w:val="006D6096"/>
    <w:rsid w:val="006D6139"/>
    <w:rsid w:val="006E1972"/>
    <w:rsid w:val="006E2229"/>
    <w:rsid w:val="006E5D65"/>
    <w:rsid w:val="006F1282"/>
    <w:rsid w:val="006F1FBC"/>
    <w:rsid w:val="006F31E2"/>
    <w:rsid w:val="006F6367"/>
    <w:rsid w:val="006F6B61"/>
    <w:rsid w:val="00702131"/>
    <w:rsid w:val="00706544"/>
    <w:rsid w:val="007072BA"/>
    <w:rsid w:val="0070750B"/>
    <w:rsid w:val="0071620A"/>
    <w:rsid w:val="00724677"/>
    <w:rsid w:val="00725459"/>
    <w:rsid w:val="007327BD"/>
    <w:rsid w:val="00734608"/>
    <w:rsid w:val="00745302"/>
    <w:rsid w:val="007461D6"/>
    <w:rsid w:val="00746EC8"/>
    <w:rsid w:val="007632A9"/>
    <w:rsid w:val="00763BF1"/>
    <w:rsid w:val="00766FD4"/>
    <w:rsid w:val="007713E3"/>
    <w:rsid w:val="00772F2F"/>
    <w:rsid w:val="007773B3"/>
    <w:rsid w:val="00781411"/>
    <w:rsid w:val="0078168C"/>
    <w:rsid w:val="0078360D"/>
    <w:rsid w:val="00787C2A"/>
    <w:rsid w:val="00790E27"/>
    <w:rsid w:val="007A265C"/>
    <w:rsid w:val="007A4022"/>
    <w:rsid w:val="007A6E6E"/>
    <w:rsid w:val="007B17D1"/>
    <w:rsid w:val="007B7FDF"/>
    <w:rsid w:val="007C0C8B"/>
    <w:rsid w:val="007C3299"/>
    <w:rsid w:val="007C3BCC"/>
    <w:rsid w:val="007C4546"/>
    <w:rsid w:val="007D6E56"/>
    <w:rsid w:val="007F3B86"/>
    <w:rsid w:val="007F4155"/>
    <w:rsid w:val="007F59A9"/>
    <w:rsid w:val="0081159F"/>
    <w:rsid w:val="0081554D"/>
    <w:rsid w:val="0081707E"/>
    <w:rsid w:val="008439A8"/>
    <w:rsid w:val="008449B3"/>
    <w:rsid w:val="00845B8C"/>
    <w:rsid w:val="00850D00"/>
    <w:rsid w:val="008552A2"/>
    <w:rsid w:val="0085635D"/>
    <w:rsid w:val="0085747A"/>
    <w:rsid w:val="0087067A"/>
    <w:rsid w:val="00884511"/>
    <w:rsid w:val="00884922"/>
    <w:rsid w:val="00885F64"/>
    <w:rsid w:val="00890279"/>
    <w:rsid w:val="008917F9"/>
    <w:rsid w:val="008A0F00"/>
    <w:rsid w:val="008A45F7"/>
    <w:rsid w:val="008A6CFE"/>
    <w:rsid w:val="008B3538"/>
    <w:rsid w:val="008B4754"/>
    <w:rsid w:val="008C0CC0"/>
    <w:rsid w:val="008C19A9"/>
    <w:rsid w:val="008C2795"/>
    <w:rsid w:val="008C379D"/>
    <w:rsid w:val="008C5147"/>
    <w:rsid w:val="008C5359"/>
    <w:rsid w:val="008C5363"/>
    <w:rsid w:val="008D3DFB"/>
    <w:rsid w:val="008E1822"/>
    <w:rsid w:val="008E64F4"/>
    <w:rsid w:val="008E675F"/>
    <w:rsid w:val="008F11F0"/>
    <w:rsid w:val="008F12C9"/>
    <w:rsid w:val="008F3A2D"/>
    <w:rsid w:val="008F6E29"/>
    <w:rsid w:val="00904CFC"/>
    <w:rsid w:val="00916188"/>
    <w:rsid w:val="00923D7D"/>
    <w:rsid w:val="009372E1"/>
    <w:rsid w:val="009508DF"/>
    <w:rsid w:val="00950DAC"/>
    <w:rsid w:val="00954A07"/>
    <w:rsid w:val="00983CCB"/>
    <w:rsid w:val="00997F14"/>
    <w:rsid w:val="009A78D9"/>
    <w:rsid w:val="009C3E31"/>
    <w:rsid w:val="009C54AE"/>
    <w:rsid w:val="009C6DFB"/>
    <w:rsid w:val="009C788E"/>
    <w:rsid w:val="009D3F3B"/>
    <w:rsid w:val="009E0543"/>
    <w:rsid w:val="009E1541"/>
    <w:rsid w:val="009E3B41"/>
    <w:rsid w:val="009F3C5C"/>
    <w:rsid w:val="009F4610"/>
    <w:rsid w:val="00A00ECC"/>
    <w:rsid w:val="00A030EE"/>
    <w:rsid w:val="00A155EE"/>
    <w:rsid w:val="00A172BA"/>
    <w:rsid w:val="00A2245B"/>
    <w:rsid w:val="00A30110"/>
    <w:rsid w:val="00A36899"/>
    <w:rsid w:val="00A371F6"/>
    <w:rsid w:val="00A43BF6"/>
    <w:rsid w:val="00A44D8A"/>
    <w:rsid w:val="00A53FA5"/>
    <w:rsid w:val="00A54817"/>
    <w:rsid w:val="00A601C8"/>
    <w:rsid w:val="00A60799"/>
    <w:rsid w:val="00A74369"/>
    <w:rsid w:val="00A84C85"/>
    <w:rsid w:val="00A87FED"/>
    <w:rsid w:val="00A909F5"/>
    <w:rsid w:val="00A91ED6"/>
    <w:rsid w:val="00A97DE1"/>
    <w:rsid w:val="00AB053C"/>
    <w:rsid w:val="00AB27C1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2054"/>
    <w:rsid w:val="00B06142"/>
    <w:rsid w:val="00B135B1"/>
    <w:rsid w:val="00B3130B"/>
    <w:rsid w:val="00B325B6"/>
    <w:rsid w:val="00B35BEA"/>
    <w:rsid w:val="00B40ADB"/>
    <w:rsid w:val="00B43B77"/>
    <w:rsid w:val="00B43E80"/>
    <w:rsid w:val="00B607DB"/>
    <w:rsid w:val="00B621E7"/>
    <w:rsid w:val="00B66529"/>
    <w:rsid w:val="00B75946"/>
    <w:rsid w:val="00B8056E"/>
    <w:rsid w:val="00B819C8"/>
    <w:rsid w:val="00B82308"/>
    <w:rsid w:val="00B90885"/>
    <w:rsid w:val="00BB172D"/>
    <w:rsid w:val="00BB520A"/>
    <w:rsid w:val="00BD3869"/>
    <w:rsid w:val="00BD66E9"/>
    <w:rsid w:val="00BD6FF4"/>
    <w:rsid w:val="00BD77D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80F"/>
    <w:rsid w:val="00C46732"/>
    <w:rsid w:val="00C47EE7"/>
    <w:rsid w:val="00C56036"/>
    <w:rsid w:val="00C61DC5"/>
    <w:rsid w:val="00C64F82"/>
    <w:rsid w:val="00C6609E"/>
    <w:rsid w:val="00C67E92"/>
    <w:rsid w:val="00C70A26"/>
    <w:rsid w:val="00C73EF3"/>
    <w:rsid w:val="00C766DF"/>
    <w:rsid w:val="00C93714"/>
    <w:rsid w:val="00C94B98"/>
    <w:rsid w:val="00CA2B96"/>
    <w:rsid w:val="00CA5089"/>
    <w:rsid w:val="00CC1037"/>
    <w:rsid w:val="00CD5EE2"/>
    <w:rsid w:val="00CD6368"/>
    <w:rsid w:val="00CD6647"/>
    <w:rsid w:val="00CD6897"/>
    <w:rsid w:val="00CE1071"/>
    <w:rsid w:val="00CE5BAC"/>
    <w:rsid w:val="00CF25BE"/>
    <w:rsid w:val="00CF2EDA"/>
    <w:rsid w:val="00CF78ED"/>
    <w:rsid w:val="00D02B25"/>
    <w:rsid w:val="00D02EBA"/>
    <w:rsid w:val="00D10789"/>
    <w:rsid w:val="00D17C3C"/>
    <w:rsid w:val="00D2279C"/>
    <w:rsid w:val="00D264AB"/>
    <w:rsid w:val="00D26B2C"/>
    <w:rsid w:val="00D352C9"/>
    <w:rsid w:val="00D425B2"/>
    <w:rsid w:val="00D428D6"/>
    <w:rsid w:val="00D51CFE"/>
    <w:rsid w:val="00D552B2"/>
    <w:rsid w:val="00D5658A"/>
    <w:rsid w:val="00D608D1"/>
    <w:rsid w:val="00D74119"/>
    <w:rsid w:val="00D8075B"/>
    <w:rsid w:val="00D853CD"/>
    <w:rsid w:val="00D8678B"/>
    <w:rsid w:val="00DA2114"/>
    <w:rsid w:val="00DC2FFB"/>
    <w:rsid w:val="00DE09C0"/>
    <w:rsid w:val="00DE4A14"/>
    <w:rsid w:val="00DF320D"/>
    <w:rsid w:val="00DF71C8"/>
    <w:rsid w:val="00E102A2"/>
    <w:rsid w:val="00E129B8"/>
    <w:rsid w:val="00E21E7D"/>
    <w:rsid w:val="00E22FBC"/>
    <w:rsid w:val="00E24BF5"/>
    <w:rsid w:val="00E25338"/>
    <w:rsid w:val="00E33E03"/>
    <w:rsid w:val="00E43A25"/>
    <w:rsid w:val="00E51E44"/>
    <w:rsid w:val="00E609C1"/>
    <w:rsid w:val="00E63348"/>
    <w:rsid w:val="00E742AA"/>
    <w:rsid w:val="00E77E88"/>
    <w:rsid w:val="00E8107D"/>
    <w:rsid w:val="00E84921"/>
    <w:rsid w:val="00E862C9"/>
    <w:rsid w:val="00E90B7F"/>
    <w:rsid w:val="00E960BB"/>
    <w:rsid w:val="00EA2074"/>
    <w:rsid w:val="00EA4832"/>
    <w:rsid w:val="00EA4E9D"/>
    <w:rsid w:val="00EB00AE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337"/>
    <w:rsid w:val="00F526AF"/>
    <w:rsid w:val="00F617C3"/>
    <w:rsid w:val="00F63061"/>
    <w:rsid w:val="00F665DF"/>
    <w:rsid w:val="00F7066B"/>
    <w:rsid w:val="00F77034"/>
    <w:rsid w:val="00F83B28"/>
    <w:rsid w:val="00F974DA"/>
    <w:rsid w:val="00FA1820"/>
    <w:rsid w:val="00FA46E5"/>
    <w:rsid w:val="00FB7DBA"/>
    <w:rsid w:val="00FC1C25"/>
    <w:rsid w:val="00FC3A92"/>
    <w:rsid w:val="00FC3F45"/>
    <w:rsid w:val="00FD503F"/>
    <w:rsid w:val="00FD555A"/>
    <w:rsid w:val="00FD7589"/>
    <w:rsid w:val="00FF016A"/>
    <w:rsid w:val="00FF1401"/>
    <w:rsid w:val="00FF371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2321"/>
  <w15:docId w15:val="{26153E61-E7D9-4C6A-80B7-AE9591D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customStyle="1" w:styleId="value">
    <w:name w:val="value"/>
    <w:basedOn w:val="Domylnaczcionkaakapitu"/>
    <w:rsid w:val="00D264AB"/>
  </w:style>
  <w:style w:type="paragraph" w:styleId="Bibliografia">
    <w:name w:val="Bibliography"/>
    <w:basedOn w:val="Normalny"/>
    <w:next w:val="Normalny"/>
    <w:uiPriority w:val="37"/>
    <w:unhideWhenUsed/>
    <w:rsid w:val="00AB2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5757/KiS.2008.52.3.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3390/ijerph2011597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25128-D81F-40AF-B84C-87BDA14F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1597</TotalTime>
  <Pages>7</Pages>
  <Words>1540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66</cp:revision>
  <cp:lastPrinted>2019-02-06T12:12:00Z</cp:lastPrinted>
  <dcterms:created xsi:type="dcterms:W3CDTF">2020-02-12T09:48:00Z</dcterms:created>
  <dcterms:modified xsi:type="dcterms:W3CDTF">2025-01-31T13:18:00Z</dcterms:modified>
</cp:coreProperties>
</file>